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359" w:type="pct"/>
        <w:tblInd w:w="5387" w:type="dxa"/>
        <w:tblLayout w:type="fixed"/>
        <w:tblCellMar>
          <w:left w:w="0" w:type="dxa"/>
          <w:right w:w="0" w:type="dxa"/>
        </w:tblCellMar>
        <w:tblLook w:val="0000" w:firstRow="0" w:lastRow="0" w:firstColumn="0" w:lastColumn="0" w:noHBand="0" w:noVBand="0"/>
      </w:tblPr>
      <w:tblGrid>
        <w:gridCol w:w="4280"/>
      </w:tblGrid>
      <w:tr w:rsidR="00DB1793" w:rsidRPr="00260A47" w14:paraId="0C5B8D80" w14:textId="77777777" w:rsidTr="00AD3C39">
        <w:trPr>
          <w:cantSplit/>
          <w:trHeight w:hRule="exact" w:val="1304"/>
        </w:trPr>
        <w:tc>
          <w:tcPr>
            <w:tcW w:w="5000" w:type="pct"/>
            <w:vAlign w:val="center"/>
          </w:tcPr>
          <w:p w14:paraId="14228BD8" w14:textId="1722BAA6" w:rsidR="00DB1793" w:rsidRPr="00260A47" w:rsidRDefault="00DB1793" w:rsidP="00AD3C39">
            <w:pPr>
              <w:pBdr>
                <w:left w:val="single" w:sz="6" w:space="1" w:color="auto"/>
                <w:right w:val="single" w:sz="6" w:space="1" w:color="auto"/>
              </w:pBdr>
              <w:ind w:left="7" w:right="-766"/>
              <w:rPr>
                <w:rFonts w:ascii="Arial" w:hAnsi="Arial" w:cs="Arial"/>
                <w:sz w:val="16"/>
              </w:rPr>
            </w:pPr>
          </w:p>
        </w:tc>
      </w:tr>
    </w:tbl>
    <w:p w14:paraId="2F502B89" w14:textId="77777777" w:rsidR="00260A47" w:rsidRDefault="00260A47" w:rsidP="007B32B8">
      <w:pPr>
        <w:pStyle w:val="Pealkiri"/>
        <w:sectPr w:rsidR="00260A47" w:rsidSect="00DB1793">
          <w:headerReference w:type="default" r:id="rId8"/>
          <w:pgSz w:w="11906" w:h="16838"/>
          <w:pgMar w:top="851" w:right="1417" w:bottom="1417" w:left="1417" w:header="708" w:footer="708" w:gutter="0"/>
          <w:cols w:space="708"/>
          <w:titlePg/>
          <w:docGrid w:linePitch="360"/>
        </w:sectPr>
      </w:pPr>
    </w:p>
    <w:p w14:paraId="31A2FDEA" w14:textId="77777777" w:rsidR="007B32B8" w:rsidRDefault="007B32B8" w:rsidP="007B32B8">
      <w:pPr>
        <w:pStyle w:val="Pealkiri"/>
      </w:pPr>
    </w:p>
    <w:p w14:paraId="54F3B700" w14:textId="77777777" w:rsidR="00E860E7" w:rsidRDefault="00E860E7" w:rsidP="00E860E7">
      <w:pPr>
        <w:pStyle w:val="Pealkiri"/>
        <w:jc w:val="left"/>
      </w:pPr>
    </w:p>
    <w:p w14:paraId="24C04F4C" w14:textId="77777777" w:rsidR="00DB1793" w:rsidRPr="00FF1C61" w:rsidRDefault="00DB1793" w:rsidP="00DB1793">
      <w:pPr>
        <w:pStyle w:val="Pealkiri"/>
        <w:jc w:val="left"/>
      </w:pPr>
    </w:p>
    <w:p w14:paraId="00AED75A" w14:textId="77777777" w:rsidR="007B32B8" w:rsidRPr="00FF1C61" w:rsidRDefault="007B32B8" w:rsidP="00F46CDF">
      <w:pPr>
        <w:jc w:val="center"/>
        <w:rPr>
          <w:b/>
          <w:spacing w:val="0"/>
        </w:rPr>
      </w:pPr>
      <w:r w:rsidRPr="00FF1C61">
        <w:rPr>
          <w:b/>
          <w:spacing w:val="0"/>
        </w:rPr>
        <w:t>EHITUSPROJEKT</w:t>
      </w:r>
      <w:r w:rsidR="00E207DF">
        <w:rPr>
          <w:b/>
          <w:spacing w:val="0"/>
        </w:rPr>
        <w:t>I EKSPERTIISI TEOSTAMISE LEPING</w:t>
      </w:r>
      <w:r w:rsidR="0002709A">
        <w:rPr>
          <w:b/>
          <w:spacing w:val="0"/>
        </w:rPr>
        <w:t xml:space="preserve"> </w:t>
      </w:r>
      <w:r w:rsidR="0002709A" w:rsidRPr="0002709A">
        <w:rPr>
          <w:b/>
        </w:rPr>
        <w:t xml:space="preserve">nr </w:t>
      </w:r>
      <w:r w:rsidR="0002709A" w:rsidRPr="0002709A">
        <w:rPr>
          <w:b/>
        </w:rPr>
        <w:fldChar w:fldCharType="begin"/>
      </w:r>
      <w:r w:rsidR="0002709A" w:rsidRPr="0002709A">
        <w:rPr>
          <w:b/>
        </w:rPr>
        <w:instrText xml:space="preserve"> MACROBUTTON  AcceptAllChangesInDoc [Sisesta number] </w:instrText>
      </w:r>
      <w:r w:rsidR="0002709A" w:rsidRPr="0002709A">
        <w:rPr>
          <w:b/>
        </w:rPr>
        <w:fldChar w:fldCharType="end"/>
      </w:r>
    </w:p>
    <w:p w14:paraId="4E8848C6" w14:textId="77777777" w:rsidR="007B32B8" w:rsidRPr="00FF1C61" w:rsidRDefault="007B32B8" w:rsidP="007B32B8">
      <w:pPr>
        <w:jc w:val="both"/>
        <w:rPr>
          <w:spacing w:val="0"/>
        </w:rPr>
      </w:pPr>
    </w:p>
    <w:p w14:paraId="5D5CACCB" w14:textId="77777777" w:rsidR="001865D2" w:rsidRPr="00222207" w:rsidRDefault="00981F14" w:rsidP="001865D2">
      <w:pPr>
        <w:pStyle w:val="Normaallaadveeb"/>
        <w:jc w:val="right"/>
        <w:rPr>
          <w:rFonts w:eastAsia="Calibri"/>
          <w:szCs w:val="22"/>
          <w:lang w:val="et-EE"/>
        </w:rPr>
      </w:pPr>
      <w:sdt>
        <w:sdtPr>
          <w:rPr>
            <w:rFonts w:eastAsia="Calibri"/>
            <w:szCs w:val="22"/>
            <w:lang w:val="et-EE"/>
          </w:rPr>
          <w:id w:val="448594684"/>
          <w:placeholder>
            <w:docPart w:val="ADA8057DE9C74925A2349EE775A7D2CD"/>
          </w:placeholder>
          <w:date>
            <w:dateFormat w:val="d.MM.yyyy"/>
            <w:lid w:val="et-EE"/>
            <w:storeMappedDataAs w:val="dateTime"/>
            <w:calendar w:val="gregorian"/>
          </w:date>
        </w:sdtPr>
        <w:sdtEndPr/>
        <w:sdtContent>
          <w:r w:rsidR="001865D2" w:rsidRPr="00222207">
            <w:rPr>
              <w:rFonts w:eastAsia="Calibri"/>
              <w:szCs w:val="22"/>
              <w:lang w:val="et-EE"/>
            </w:rPr>
            <w:t>[Vali kuupäev]</w:t>
          </w:r>
        </w:sdtContent>
      </w:sdt>
    </w:p>
    <w:p w14:paraId="7702D92E" w14:textId="559371ED" w:rsidR="007B32B8" w:rsidRPr="00981F14" w:rsidRDefault="001865D2" w:rsidP="00981F14">
      <w:pPr>
        <w:pStyle w:val="Normaallaadveeb"/>
        <w:jc w:val="right"/>
        <w:rPr>
          <w:lang w:val="et-EE"/>
        </w:rPr>
      </w:pPr>
      <w:r w:rsidRPr="00222207">
        <w:rPr>
          <w:rFonts w:eastAsia="Calibri"/>
          <w:szCs w:val="22"/>
          <w:lang w:val="et-EE"/>
        </w:rPr>
        <w:t>(hiliseima digitaalallkirja kuupäev)</w:t>
      </w:r>
      <w:r w:rsidRPr="00222207">
        <w:rPr>
          <w:lang w:val="et-EE"/>
        </w:rPr>
        <w:t xml:space="preserve"> </w:t>
      </w:r>
    </w:p>
    <w:p w14:paraId="4352BF15" w14:textId="77777777" w:rsidR="007B32B8" w:rsidRPr="00FF1C61" w:rsidRDefault="007B32B8" w:rsidP="007B32B8">
      <w:pPr>
        <w:jc w:val="both"/>
        <w:rPr>
          <w:spacing w:val="0"/>
        </w:rPr>
      </w:pPr>
    </w:p>
    <w:p w14:paraId="58796EC1" w14:textId="77777777" w:rsidR="001865D2" w:rsidRPr="00B623E9" w:rsidRDefault="007B32B8" w:rsidP="001865D2">
      <w:pPr>
        <w:jc w:val="both"/>
        <w:rPr>
          <w:spacing w:val="0"/>
        </w:rPr>
      </w:pPr>
      <w:r w:rsidRPr="001865D2">
        <w:rPr>
          <w:bCs/>
          <w:spacing w:val="0"/>
        </w:rPr>
        <w:t>Riigimetsa Majandamise Keskus</w:t>
      </w:r>
      <w:r w:rsidRPr="001865D2">
        <w:rPr>
          <w:spacing w:val="0"/>
        </w:rPr>
        <w:t>,</w:t>
      </w:r>
      <w:r w:rsidRPr="00FF1C61">
        <w:rPr>
          <w:spacing w:val="0"/>
        </w:rPr>
        <w:t xml:space="preserve"> </w:t>
      </w:r>
      <w:r w:rsidR="001865D2">
        <w:rPr>
          <w:spacing w:val="0"/>
        </w:rPr>
        <w:t xml:space="preserve">edaspidi </w:t>
      </w:r>
      <w:r w:rsidR="001865D2">
        <w:rPr>
          <w:b/>
          <w:spacing w:val="0"/>
        </w:rPr>
        <w:t xml:space="preserve">tellija, </w:t>
      </w:r>
      <w:r w:rsidR="001865D2" w:rsidRPr="00B623E9">
        <w:rPr>
          <w:spacing w:val="0"/>
        </w:rPr>
        <w:t xml:space="preserve">keda esindab </w:t>
      </w:r>
      <w:sdt>
        <w:sdtPr>
          <w:rPr>
            <w:spacing w:val="0"/>
          </w:rPr>
          <w:tag w:val="Riigimetsa Majandamise Keskuse "/>
          <w:id w:val="-1598098674"/>
          <w:placeholder>
            <w:docPart w:val="327DE0A16FA34F12A32BB09CCB9C0E66"/>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1865D2" w:rsidRPr="00B623E9">
            <w:rPr>
              <w:spacing w:val="0"/>
            </w:rPr>
            <w:t>[Vali sobiv]</w:t>
          </w:r>
        </w:sdtContent>
      </w:sdt>
      <w:r w:rsidR="001865D2" w:rsidRPr="00B623E9">
        <w:rPr>
          <w:spacing w:val="0"/>
        </w:rPr>
        <w:t xml:space="preserve"> </w:t>
      </w:r>
      <w:sdt>
        <w:sdtPr>
          <w:rPr>
            <w:spacing w:val="0"/>
          </w:rPr>
          <w:alias w:val="Vali kuupäev"/>
          <w:tag w:val="Vali kuupäev"/>
          <w:id w:val="-171967024"/>
          <w:placeholder>
            <w:docPart w:val="4F259A5BA56F4C159B27A1067CD2959E"/>
          </w:placeholder>
          <w:date>
            <w:dateFormat w:val="d.MM.yyyy"/>
            <w:lid w:val="et-EE"/>
            <w:storeMappedDataAs w:val="dateTime"/>
            <w:calendar w:val="gregorian"/>
          </w:date>
        </w:sdtPr>
        <w:sdtEndPr/>
        <w:sdtContent>
          <w:r w:rsidR="001865D2" w:rsidRPr="00B623E9">
            <w:rPr>
              <w:spacing w:val="0"/>
            </w:rPr>
            <w:t>[Vali kuupäev]</w:t>
          </w:r>
        </w:sdtContent>
      </w:sdt>
      <w:r w:rsidR="001865D2" w:rsidRPr="00B623E9">
        <w:rPr>
          <w:spacing w:val="0"/>
        </w:rPr>
        <w:t xml:space="preserve"> </w:t>
      </w:r>
      <w:sdt>
        <w:sdtPr>
          <w:rPr>
            <w:spacing w:val="0"/>
          </w:rPr>
          <w:id w:val="-775716232"/>
          <w:placeholder>
            <w:docPart w:val="327DE0A16FA34F12A32BB09CCB9C0E66"/>
          </w:placeholder>
          <w:comboBox>
            <w:listItem w:displayText="otsuse" w:value="otsuse"/>
            <w:listItem w:displayText="käskkirja" w:value="käskkirja"/>
            <w:listItem w:displayText="volikirja" w:value="volikirja"/>
            <w:listItem w:displayText="määruse" w:value="määruse"/>
          </w:comboBox>
        </w:sdtPr>
        <w:sdtEndPr/>
        <w:sdtContent>
          <w:r w:rsidR="001865D2" w:rsidRPr="00B623E9">
            <w:rPr>
              <w:spacing w:val="0"/>
            </w:rPr>
            <w:t>[Vali sobiv]</w:t>
          </w:r>
        </w:sdtContent>
      </w:sdt>
      <w:r w:rsidR="001865D2" w:rsidRPr="00B623E9">
        <w:rPr>
          <w:spacing w:val="0"/>
        </w:rPr>
        <w:t xml:space="preserve"> nr </w:t>
      </w:r>
      <w:r w:rsidR="001865D2" w:rsidRPr="00B623E9">
        <w:rPr>
          <w:spacing w:val="0"/>
        </w:rPr>
        <w:fldChar w:fldCharType="begin"/>
      </w:r>
      <w:r w:rsidR="001865D2" w:rsidRPr="00B623E9">
        <w:rPr>
          <w:spacing w:val="0"/>
        </w:rPr>
        <w:instrText xml:space="preserve"> MACROBUTTON  AcceptAllChangesInDoc [Sisesta number] </w:instrText>
      </w:r>
      <w:r w:rsidR="001865D2" w:rsidRPr="00B623E9">
        <w:rPr>
          <w:spacing w:val="0"/>
        </w:rPr>
        <w:fldChar w:fldCharType="end"/>
      </w:r>
      <w:r w:rsidR="001865D2" w:rsidRPr="00B623E9">
        <w:rPr>
          <w:spacing w:val="0"/>
        </w:rPr>
        <w:t xml:space="preserve">alusel </w:t>
      </w:r>
      <w:r w:rsidR="001865D2" w:rsidRPr="00C338B2">
        <w:rPr>
          <w:bCs/>
          <w:spacing w:val="0"/>
        </w:rPr>
        <w:fldChar w:fldCharType="begin"/>
      </w:r>
      <w:r w:rsidR="001865D2" w:rsidRPr="00C338B2">
        <w:rPr>
          <w:bCs/>
          <w:spacing w:val="0"/>
        </w:rPr>
        <w:instrText xml:space="preserve"> MACROBUTTON  AcceptAllChangesInDoc [Sisesta ametinimetus] </w:instrText>
      </w:r>
      <w:r w:rsidR="001865D2" w:rsidRPr="00C338B2">
        <w:rPr>
          <w:bCs/>
          <w:spacing w:val="0"/>
        </w:rPr>
        <w:fldChar w:fldCharType="end"/>
      </w:r>
      <w:r w:rsidR="001865D2" w:rsidRPr="00C338B2">
        <w:rPr>
          <w:bCs/>
          <w:spacing w:val="0"/>
        </w:rPr>
        <w:t xml:space="preserve"> </w:t>
      </w:r>
      <w:r w:rsidR="001865D2" w:rsidRPr="00C338B2">
        <w:rPr>
          <w:bCs/>
          <w:spacing w:val="0"/>
        </w:rPr>
        <w:fldChar w:fldCharType="begin"/>
      </w:r>
      <w:r w:rsidR="001865D2" w:rsidRPr="00C338B2">
        <w:rPr>
          <w:bCs/>
          <w:spacing w:val="0"/>
        </w:rPr>
        <w:instrText xml:space="preserve"> MACROBUTTON  AcceptAllChangesInDoc [Sisesta eesnimi ja perekonnanimi] </w:instrText>
      </w:r>
      <w:r w:rsidR="001865D2" w:rsidRPr="00C338B2">
        <w:rPr>
          <w:bCs/>
          <w:spacing w:val="0"/>
        </w:rPr>
        <w:fldChar w:fldCharType="end"/>
      </w:r>
      <w:r w:rsidR="001865D2" w:rsidRPr="00B623E9">
        <w:rPr>
          <w:spacing w:val="0"/>
        </w:rPr>
        <w:t>, ühelt poolt,</w:t>
      </w:r>
    </w:p>
    <w:p w14:paraId="459AD20E" w14:textId="77777777" w:rsidR="007B32B8" w:rsidRDefault="007B32B8" w:rsidP="007B32B8">
      <w:pPr>
        <w:jc w:val="both"/>
        <w:rPr>
          <w:spacing w:val="0"/>
        </w:rPr>
      </w:pPr>
    </w:p>
    <w:p w14:paraId="5F794B29" w14:textId="77777777" w:rsidR="00F30F62" w:rsidRPr="00C338B2" w:rsidRDefault="00F30F62" w:rsidP="00F30F62">
      <w:pPr>
        <w:jc w:val="both"/>
        <w:rPr>
          <w:spacing w:val="0"/>
        </w:rPr>
      </w:pPr>
      <w:r w:rsidRPr="008C4BE6">
        <w:t>ja</w:t>
      </w:r>
      <w:r w:rsidRPr="008C4BE6">
        <w:rPr>
          <w:i/>
          <w:iCs/>
        </w:rPr>
        <w:t xml:space="preserve"> </w:t>
      </w:r>
      <w:r w:rsidRPr="00C338B2">
        <w:rPr>
          <w:spacing w:val="0"/>
        </w:rPr>
        <w:fldChar w:fldCharType="begin"/>
      </w:r>
      <w:r w:rsidRPr="00C338B2">
        <w:rPr>
          <w:spacing w:val="0"/>
        </w:rPr>
        <w:instrText xml:space="preserve"> MACROBUTTON  AcceptAllChangesInDoc [Sisesta juriidilise isiku nimi], </w:instrText>
      </w:r>
      <w:r w:rsidRPr="00C338B2">
        <w:rPr>
          <w:spacing w:val="0"/>
        </w:rPr>
        <w:fldChar w:fldCharType="end"/>
      </w:r>
      <w:r w:rsidRPr="00C338B2">
        <w:rPr>
          <w:spacing w:val="0"/>
        </w:rPr>
        <w:t xml:space="preserve">edaspidi </w:t>
      </w:r>
      <w:r w:rsidRPr="00006338">
        <w:rPr>
          <w:b/>
          <w:spacing w:val="0"/>
        </w:rPr>
        <w:t>töövõtja</w:t>
      </w:r>
      <w:r w:rsidRPr="00C338B2">
        <w:rPr>
          <w:spacing w:val="0"/>
        </w:rPr>
        <w:t xml:space="preserve">, keda esindab </w:t>
      </w:r>
      <w:sdt>
        <w:sdtPr>
          <w:rPr>
            <w:spacing w:val="0"/>
          </w:rPr>
          <w:tag w:val="Riigimetsa Majandamise Keskuse "/>
          <w:id w:val="219788717"/>
          <w:placeholder>
            <w:docPart w:val="0305B4C00E53464D82369AD8015A659C"/>
          </w:placeholder>
          <w:comboBox>
            <w:listItem w:displayText="põhikirja" w:value="põhikirja"/>
            <w:listItem w:displayText="volikirja" w:value="volikirja"/>
          </w:comboBox>
        </w:sdtPr>
        <w:sdtEndPr/>
        <w:sdtContent>
          <w:r w:rsidRPr="00C338B2">
            <w:rPr>
              <w:spacing w:val="0"/>
            </w:rPr>
            <w:t>[Vali sobiv]</w:t>
          </w:r>
        </w:sdtContent>
      </w:sdt>
      <w:r w:rsidRPr="00C338B2">
        <w:rPr>
          <w:spacing w:val="0"/>
        </w:rPr>
        <w:t xml:space="preserve"> alusel </w:t>
      </w:r>
      <w:r w:rsidRPr="00C338B2">
        <w:rPr>
          <w:spacing w:val="0"/>
        </w:rPr>
        <w:fldChar w:fldCharType="begin"/>
      </w:r>
      <w:r w:rsidRPr="00C338B2">
        <w:rPr>
          <w:spacing w:val="0"/>
        </w:rPr>
        <w:instrText xml:space="preserve"> MACROBUTTON  AcceptAllChangesInDoc [Sisesta ametinimetus] </w:instrText>
      </w:r>
      <w:r w:rsidRPr="00C338B2">
        <w:rPr>
          <w:spacing w:val="0"/>
        </w:rPr>
        <w:fldChar w:fldCharType="end"/>
      </w:r>
      <w:r w:rsidRPr="00C338B2">
        <w:rPr>
          <w:spacing w:val="0"/>
        </w:rPr>
        <w:fldChar w:fldCharType="begin"/>
      </w:r>
      <w:r w:rsidRPr="00C338B2">
        <w:rPr>
          <w:spacing w:val="0"/>
        </w:rPr>
        <w:instrText xml:space="preserve"> MACROBUTTON  AcceptAllChangesInDoc [Sisesta eesnimi ja perekonnanimi] </w:instrText>
      </w:r>
      <w:r w:rsidRPr="00C338B2">
        <w:rPr>
          <w:spacing w:val="0"/>
        </w:rPr>
        <w:fldChar w:fldCharType="end"/>
      </w:r>
      <w:r w:rsidRPr="00C338B2">
        <w:rPr>
          <w:spacing w:val="0"/>
        </w:rPr>
        <w:t xml:space="preserve">, teiselt poolt, </w:t>
      </w:r>
    </w:p>
    <w:p w14:paraId="4B454932" w14:textId="77777777" w:rsidR="00F30F62" w:rsidRPr="00C338B2" w:rsidRDefault="00F30F62" w:rsidP="00F30F62">
      <w:pPr>
        <w:jc w:val="both"/>
        <w:rPr>
          <w:spacing w:val="0"/>
        </w:rPr>
      </w:pPr>
    </w:p>
    <w:p w14:paraId="3C15F32F" w14:textId="77777777" w:rsidR="00F30F62" w:rsidRPr="00C338B2" w:rsidRDefault="00F30F62" w:rsidP="00F30F62">
      <w:pPr>
        <w:jc w:val="both"/>
        <w:rPr>
          <w:spacing w:val="0"/>
        </w:rPr>
      </w:pPr>
      <w:r w:rsidRPr="00C338B2">
        <w:rPr>
          <w:spacing w:val="0"/>
        </w:rPr>
        <w:t xml:space="preserve">ja </w:t>
      </w:r>
      <w:r w:rsidRPr="00C338B2">
        <w:rPr>
          <w:spacing w:val="0"/>
        </w:rPr>
        <w:fldChar w:fldCharType="begin"/>
      </w:r>
      <w:r w:rsidRPr="00C338B2">
        <w:rPr>
          <w:spacing w:val="0"/>
        </w:rPr>
        <w:instrText xml:space="preserve"> MACROBUTTON  AcceptAllChangesInDoc [Sisesta füüsilisest isikust ettevõtja nimi], </w:instrText>
      </w:r>
      <w:r w:rsidRPr="00C338B2">
        <w:rPr>
          <w:spacing w:val="0"/>
        </w:rPr>
        <w:fldChar w:fldCharType="end"/>
      </w:r>
      <w:r w:rsidRPr="00C338B2">
        <w:rPr>
          <w:spacing w:val="0"/>
        </w:rPr>
        <w:t xml:space="preserve">edaspidi </w:t>
      </w:r>
      <w:r w:rsidRPr="00006338">
        <w:rPr>
          <w:b/>
          <w:spacing w:val="0"/>
        </w:rPr>
        <w:t>töövõtja</w:t>
      </w:r>
      <w:r w:rsidRPr="00C338B2">
        <w:rPr>
          <w:spacing w:val="0"/>
        </w:rPr>
        <w:t>, teiselt poolt,</w:t>
      </w:r>
    </w:p>
    <w:p w14:paraId="311F1AC2" w14:textId="77777777" w:rsidR="001865D2" w:rsidRPr="001865D2" w:rsidRDefault="001865D2" w:rsidP="007B32B8">
      <w:pPr>
        <w:jc w:val="both"/>
        <w:rPr>
          <w:iCs/>
          <w:spacing w:val="0"/>
        </w:rPr>
      </w:pPr>
    </w:p>
    <w:p w14:paraId="11523F4C" w14:textId="77777777" w:rsidR="007B32B8" w:rsidRDefault="007B32B8" w:rsidP="007B32B8">
      <w:pPr>
        <w:jc w:val="both"/>
      </w:pPr>
      <w:r w:rsidRPr="00FF1C61">
        <w:rPr>
          <w:spacing w:val="0"/>
        </w:rPr>
        <w:t xml:space="preserve">keda nimetatakse edaspidi </w:t>
      </w:r>
      <w:r>
        <w:rPr>
          <w:b/>
          <w:spacing w:val="0"/>
        </w:rPr>
        <w:t>p</w:t>
      </w:r>
      <w:r w:rsidRPr="00FF1C61">
        <w:rPr>
          <w:b/>
          <w:spacing w:val="0"/>
        </w:rPr>
        <w:t xml:space="preserve">ool </w:t>
      </w:r>
      <w:r w:rsidRPr="00FF1C61">
        <w:rPr>
          <w:spacing w:val="0"/>
        </w:rPr>
        <w:t xml:space="preserve">või ühiselt </w:t>
      </w:r>
      <w:r>
        <w:rPr>
          <w:b/>
          <w:spacing w:val="0"/>
        </w:rPr>
        <w:t>p</w:t>
      </w:r>
      <w:r w:rsidRPr="00FF1C61">
        <w:rPr>
          <w:b/>
          <w:spacing w:val="0"/>
        </w:rPr>
        <w:t>ooled</w:t>
      </w:r>
      <w:r w:rsidRPr="00FF1C61">
        <w:rPr>
          <w:spacing w:val="0"/>
        </w:rPr>
        <w:t>,</w:t>
      </w:r>
      <w:r w:rsidR="00E860E7" w:rsidRPr="00E860E7">
        <w:t xml:space="preserve"> </w:t>
      </w:r>
    </w:p>
    <w:p w14:paraId="1B5310A4" w14:textId="77777777" w:rsidR="001865D2" w:rsidRPr="00FF1C61" w:rsidRDefault="001865D2" w:rsidP="007B32B8">
      <w:pPr>
        <w:jc w:val="both"/>
        <w:rPr>
          <w:spacing w:val="0"/>
        </w:rPr>
      </w:pPr>
    </w:p>
    <w:p w14:paraId="5CB228BC" w14:textId="1025942C" w:rsidR="00F30F62" w:rsidRDefault="00F30F62" w:rsidP="00F30F62">
      <w:pPr>
        <w:jc w:val="both"/>
        <w:rPr>
          <w:spacing w:val="0"/>
          <w:szCs w:val="18"/>
        </w:rPr>
      </w:pPr>
      <w:r>
        <w:rPr>
          <w:spacing w:val="0"/>
          <w:szCs w:val="18"/>
        </w:rPr>
        <w:t xml:space="preserve">sõlmisid lepingu, </w:t>
      </w:r>
      <w:r w:rsidRPr="000A476E">
        <w:rPr>
          <w:spacing w:val="0"/>
          <w:szCs w:val="18"/>
        </w:rPr>
        <w:t xml:space="preserve">edaspidi </w:t>
      </w:r>
      <w:r>
        <w:rPr>
          <w:b/>
          <w:spacing w:val="0"/>
          <w:szCs w:val="18"/>
        </w:rPr>
        <w:t>l</w:t>
      </w:r>
      <w:r w:rsidRPr="000A476E">
        <w:rPr>
          <w:b/>
          <w:spacing w:val="0"/>
          <w:szCs w:val="18"/>
        </w:rPr>
        <w:t>eping</w:t>
      </w:r>
      <w:r>
        <w:rPr>
          <w:b/>
          <w:spacing w:val="0"/>
          <w:szCs w:val="18"/>
        </w:rPr>
        <w:t xml:space="preserve">, </w:t>
      </w:r>
      <w:sdt>
        <w:sdtPr>
          <w:rPr>
            <w:rFonts w:eastAsia="Calibri"/>
            <w:spacing w:val="0"/>
          </w:rPr>
          <w:tag w:val="Riigimetsa Majandamise Keskuse "/>
          <w:id w:val="1176618488"/>
          <w:placeholder>
            <w:docPart w:val="5BE6CBFBB03A4E43A073B9F0147D4BB4"/>
          </w:placeholder>
          <w:comboBox>
            <w:listItem w:displayText="hanke" w:value="hanke"/>
            <w:listItem w:displayText="riigihanke" w:value="riigihanke"/>
          </w:comboBox>
        </w:sdtPr>
        <w:sdtEndPr/>
        <w:sdtContent>
          <w:r w:rsidR="00037291">
            <w:rPr>
              <w:rFonts w:eastAsia="Calibri"/>
              <w:spacing w:val="0"/>
            </w:rPr>
            <w:t>riigihanke</w:t>
          </w:r>
        </w:sdtContent>
      </w:sdt>
      <w:r>
        <w:rPr>
          <w:spacing w:val="0"/>
          <w:szCs w:val="18"/>
        </w:rPr>
        <w:t xml:space="preserve"> </w:t>
      </w:r>
      <w:r w:rsidRPr="000A476E">
        <w:rPr>
          <w:spacing w:val="0"/>
          <w:szCs w:val="18"/>
        </w:rPr>
        <w:t>1-47/</w:t>
      </w:r>
      <w:r w:rsidR="003D3EC4">
        <w:rPr>
          <w:rFonts w:eastAsia="Calibri"/>
          <w:spacing w:val="0"/>
        </w:rPr>
        <w:t>3331</w:t>
      </w:r>
      <w:r w:rsidRPr="000A476E">
        <w:rPr>
          <w:spacing w:val="0"/>
          <w:szCs w:val="18"/>
        </w:rPr>
        <w:t xml:space="preserve"> </w:t>
      </w:r>
      <w:r w:rsidR="003D3EC4" w:rsidRPr="003D3EC4">
        <w:rPr>
          <w:rFonts w:eastAsia="Calibri"/>
          <w:spacing w:val="0"/>
        </w:rPr>
        <w:t>„</w:t>
      </w:r>
      <w:r w:rsidR="003D3EC4" w:rsidRPr="003D3EC4">
        <w:rPr>
          <w:rFonts w:eastAsia="Calibri"/>
          <w:b/>
          <w:bCs/>
          <w:spacing w:val="0"/>
        </w:rPr>
        <w:t>Kirna rippsilla ja kahe jalakäijasilla, Laugu metsamaja ning Elistvere loomapargi parkla ehitusprojektidele ekspertiisi tellimine</w:t>
      </w:r>
      <w:r w:rsidRPr="003D3EC4">
        <w:rPr>
          <w:spacing w:val="0"/>
          <w:szCs w:val="18"/>
        </w:rPr>
        <w:t xml:space="preserve">“ </w:t>
      </w:r>
      <w:r w:rsidRPr="000A476E">
        <w:rPr>
          <w:spacing w:val="0"/>
          <w:szCs w:val="18"/>
        </w:rPr>
        <w:t xml:space="preserve">(viitenumber </w:t>
      </w:r>
      <w:r w:rsidR="00F416C4">
        <w:rPr>
          <w:rFonts w:eastAsia="Calibri"/>
          <w:spacing w:val="0"/>
        </w:rPr>
        <w:t>290196</w:t>
      </w:r>
      <w:r w:rsidRPr="000A476E">
        <w:rPr>
          <w:spacing w:val="0"/>
          <w:szCs w:val="18"/>
        </w:rPr>
        <w:t xml:space="preserve">) </w:t>
      </w:r>
      <w:r w:rsidR="00F416C4">
        <w:rPr>
          <w:spacing w:val="0"/>
          <w:szCs w:val="18"/>
        </w:rPr>
        <w:t xml:space="preserve">hankeosas__ </w:t>
      </w:r>
      <w:r w:rsidRPr="000A476E">
        <w:rPr>
          <w:spacing w:val="0"/>
          <w:szCs w:val="18"/>
        </w:rPr>
        <w:t>alljärgnevas:</w:t>
      </w:r>
    </w:p>
    <w:p w14:paraId="39D1A73D" w14:textId="77777777" w:rsidR="00E860E7" w:rsidRPr="00922716" w:rsidRDefault="00E860E7" w:rsidP="007B32B8">
      <w:pPr>
        <w:jc w:val="both"/>
        <w:rPr>
          <w:b/>
          <w:spacing w:val="0"/>
          <w:szCs w:val="18"/>
        </w:rPr>
      </w:pPr>
    </w:p>
    <w:p w14:paraId="3B099B10" w14:textId="77777777" w:rsidR="00C338B2" w:rsidRPr="00922716" w:rsidRDefault="007B32B8" w:rsidP="00922716">
      <w:pPr>
        <w:pStyle w:val="Pealkiri110"/>
        <w:rPr>
          <w:b/>
          <w:spacing w:val="0"/>
          <w:szCs w:val="18"/>
        </w:rPr>
      </w:pPr>
      <w:r w:rsidRPr="00922716">
        <w:rPr>
          <w:b/>
          <w:spacing w:val="0"/>
          <w:szCs w:val="18"/>
        </w:rPr>
        <w:t>Lepingu objekt</w:t>
      </w:r>
    </w:p>
    <w:p w14:paraId="7A8E8EB9" w14:textId="785BB48A" w:rsidR="00C338B2" w:rsidRPr="00C338B2" w:rsidRDefault="007B32B8" w:rsidP="00E50264">
      <w:pPr>
        <w:pStyle w:val="Pealkiri210"/>
        <w:jc w:val="both"/>
        <w:rPr>
          <w:b/>
        </w:rPr>
      </w:pPr>
      <w:r w:rsidRPr="00C338B2">
        <w:rPr>
          <w:spacing w:val="0"/>
          <w:szCs w:val="18"/>
        </w:rPr>
        <w:t xml:space="preserve">Lepingu objektiks on </w:t>
      </w:r>
      <w:r w:rsidR="00222207">
        <w:rPr>
          <w:spacing w:val="0"/>
          <w:szCs w:val="18"/>
        </w:rPr>
        <w:t xml:space="preserve">töövõtja poolt </w:t>
      </w:r>
      <w:r w:rsidRPr="00C338B2">
        <w:rPr>
          <w:spacing w:val="0"/>
          <w:szCs w:val="18"/>
        </w:rPr>
        <w:t xml:space="preserve">ekspertiisi läbiviimine </w:t>
      </w:r>
      <w:r w:rsidR="00E860E7" w:rsidRPr="00C338B2">
        <w:rPr>
          <w:spacing w:val="0"/>
          <w:szCs w:val="18"/>
        </w:rPr>
        <w:fldChar w:fldCharType="begin"/>
      </w:r>
      <w:r w:rsidR="00E860E7" w:rsidRPr="00C338B2">
        <w:rPr>
          <w:spacing w:val="0"/>
          <w:szCs w:val="18"/>
        </w:rPr>
        <w:instrText xml:space="preserve"> MACROBUTTON  AcceptAllChangesInDoc [Sisesta projekti nimetus] </w:instrText>
      </w:r>
      <w:r w:rsidR="00E860E7" w:rsidRPr="00C338B2">
        <w:rPr>
          <w:spacing w:val="0"/>
          <w:szCs w:val="18"/>
        </w:rPr>
        <w:fldChar w:fldCharType="end"/>
      </w:r>
      <w:r w:rsidRPr="00C338B2">
        <w:rPr>
          <w:spacing w:val="0"/>
          <w:szCs w:val="18"/>
        </w:rPr>
        <w:t xml:space="preserve">projektile (töö nr </w:t>
      </w:r>
      <w:r w:rsidR="00E860E7" w:rsidRPr="00C338B2">
        <w:rPr>
          <w:spacing w:val="0"/>
          <w:szCs w:val="18"/>
        </w:rPr>
        <w:fldChar w:fldCharType="begin"/>
      </w:r>
      <w:r w:rsidR="00E860E7" w:rsidRPr="00C338B2">
        <w:rPr>
          <w:spacing w:val="0"/>
          <w:szCs w:val="18"/>
        </w:rPr>
        <w:instrText xml:space="preserve"> MACROBUTTON  AcceptAllChangesInDoc [Sisesta number]</w:instrText>
      </w:r>
      <w:r w:rsidR="00E860E7" w:rsidRPr="00C338B2">
        <w:rPr>
          <w:spacing w:val="0"/>
          <w:szCs w:val="18"/>
        </w:rPr>
        <w:fldChar w:fldCharType="end"/>
      </w:r>
      <w:r w:rsidR="00E860E7" w:rsidRPr="00C338B2">
        <w:rPr>
          <w:spacing w:val="0"/>
          <w:szCs w:val="18"/>
        </w:rPr>
        <w:t xml:space="preserve">, </w:t>
      </w:r>
      <w:r w:rsidRPr="00C338B2">
        <w:rPr>
          <w:spacing w:val="0"/>
          <w:szCs w:val="18"/>
        </w:rPr>
        <w:t>projekti koostaja</w:t>
      </w:r>
      <w:r w:rsidR="00E860E7" w:rsidRPr="00C338B2">
        <w:rPr>
          <w:spacing w:val="0"/>
          <w:szCs w:val="18"/>
        </w:rPr>
        <w:t xml:space="preserve"> </w:t>
      </w:r>
      <w:r w:rsidR="00E860E7" w:rsidRPr="00C338B2">
        <w:rPr>
          <w:spacing w:val="0"/>
          <w:szCs w:val="18"/>
        </w:rPr>
        <w:fldChar w:fldCharType="begin"/>
      </w:r>
      <w:r w:rsidR="00E860E7" w:rsidRPr="00C338B2">
        <w:rPr>
          <w:spacing w:val="0"/>
          <w:szCs w:val="18"/>
        </w:rPr>
        <w:instrText xml:space="preserve"> MACROBUTTON  AcceptAllChangesInDoc [Sisesta koostaja] </w:instrText>
      </w:r>
      <w:r w:rsidR="00E860E7" w:rsidRPr="00C338B2">
        <w:rPr>
          <w:spacing w:val="0"/>
          <w:szCs w:val="18"/>
        </w:rPr>
        <w:fldChar w:fldCharType="end"/>
      </w:r>
      <w:r w:rsidRPr="00C338B2">
        <w:rPr>
          <w:spacing w:val="0"/>
          <w:szCs w:val="18"/>
        </w:rPr>
        <w:t>).</w:t>
      </w:r>
      <w:r w:rsidR="001D7036" w:rsidRPr="00C338B2">
        <w:rPr>
          <w:spacing w:val="0"/>
          <w:szCs w:val="18"/>
        </w:rPr>
        <w:t xml:space="preserve"> Ekspertiis peab olema kooskõlas ehitusseadustikuga</w:t>
      </w:r>
      <w:r w:rsidR="00F54832">
        <w:rPr>
          <w:spacing w:val="0"/>
          <w:szCs w:val="18"/>
        </w:rPr>
        <w:t xml:space="preserve"> (§ 14)</w:t>
      </w:r>
      <w:r w:rsidR="001D7036" w:rsidRPr="00C338B2">
        <w:rPr>
          <w:spacing w:val="0"/>
          <w:szCs w:val="18"/>
        </w:rPr>
        <w:t xml:space="preserve"> ja majandus- ja taristuministri </w:t>
      </w:r>
      <w:sdt>
        <w:sdtPr>
          <w:rPr>
            <w:spacing w:val="0"/>
            <w:szCs w:val="18"/>
          </w:rPr>
          <w:alias w:val="Vali kuupäev"/>
          <w:tag w:val="Vali kuupäev"/>
          <w:id w:val="662892017"/>
          <w:placeholder>
            <w:docPart w:val="397775E715FD43E28BE5339555CF6196"/>
          </w:placeholder>
          <w:date w:fullDate="2015-06-08T00:00:00Z">
            <w:dateFormat w:val="d.MM.yyyy"/>
            <w:lid w:val="et-EE"/>
            <w:storeMappedDataAs w:val="dateTime"/>
            <w:calendar w:val="gregorian"/>
          </w:date>
        </w:sdtPr>
        <w:sdtEndPr/>
        <w:sdtContent>
          <w:r w:rsidR="00C30EA2">
            <w:rPr>
              <w:spacing w:val="0"/>
              <w:szCs w:val="18"/>
            </w:rPr>
            <w:t>8.06.2015</w:t>
          </w:r>
        </w:sdtContent>
      </w:sdt>
      <w:r w:rsidR="001D7036" w:rsidRPr="00C338B2">
        <w:rPr>
          <w:spacing w:val="0"/>
          <w:szCs w:val="18"/>
        </w:rPr>
        <w:t xml:space="preserve"> määrusega nr </w:t>
      </w:r>
      <w:r w:rsidR="00C30EA2">
        <w:rPr>
          <w:spacing w:val="0"/>
          <w:szCs w:val="18"/>
        </w:rPr>
        <w:t>62</w:t>
      </w:r>
      <w:r w:rsidR="001D7036" w:rsidRPr="00C338B2">
        <w:rPr>
          <w:spacing w:val="0"/>
          <w:szCs w:val="18"/>
        </w:rPr>
        <w:t xml:space="preserve"> </w:t>
      </w:r>
      <w:r w:rsidR="00C30EA2">
        <w:rPr>
          <w:spacing w:val="0"/>
          <w:szCs w:val="18"/>
        </w:rPr>
        <w:t>„</w:t>
      </w:r>
      <w:r w:rsidR="00C30EA2" w:rsidRPr="00C30EA2">
        <w:rPr>
          <w:spacing w:val="0"/>
          <w:szCs w:val="18"/>
        </w:rPr>
        <w:t>Nõuded ehitusprojekti ekspertiisile</w:t>
      </w:r>
      <w:r w:rsidR="00C30EA2">
        <w:rPr>
          <w:spacing w:val="0"/>
          <w:szCs w:val="18"/>
        </w:rPr>
        <w:t>“</w:t>
      </w:r>
      <w:r w:rsidR="001D7036" w:rsidRPr="00C338B2">
        <w:t>.</w:t>
      </w:r>
    </w:p>
    <w:p w14:paraId="4A064E36" w14:textId="77777777" w:rsidR="00C338B2" w:rsidRDefault="007B32B8" w:rsidP="00E50264">
      <w:pPr>
        <w:pStyle w:val="Pealkiri210"/>
        <w:jc w:val="both"/>
        <w:rPr>
          <w:spacing w:val="0"/>
          <w:szCs w:val="18"/>
        </w:rPr>
      </w:pPr>
      <w:r w:rsidRPr="00C338B2">
        <w:rPr>
          <w:spacing w:val="0"/>
          <w:szCs w:val="18"/>
        </w:rPr>
        <w:t>Tellija on annab töövõtjale töö teostamiseks järgmist</w:t>
      </w:r>
      <w:r w:rsidR="001865D2" w:rsidRPr="00C338B2">
        <w:rPr>
          <w:spacing w:val="0"/>
          <w:szCs w:val="18"/>
        </w:rPr>
        <w:t xml:space="preserve"> informatsiooni ja ma</w:t>
      </w:r>
      <w:r w:rsidR="001865D2" w:rsidRPr="00C338B2">
        <w:rPr>
          <w:spacing w:val="0"/>
          <w:szCs w:val="18"/>
        </w:rPr>
        <w:softHyphen/>
        <w:t xml:space="preserve">terjalid </w:t>
      </w:r>
      <w:r w:rsidR="001865D2" w:rsidRPr="00C338B2">
        <w:rPr>
          <w:spacing w:val="0"/>
          <w:szCs w:val="18"/>
        </w:rPr>
        <w:fldChar w:fldCharType="begin"/>
      </w:r>
      <w:r w:rsidR="001865D2" w:rsidRPr="00C338B2">
        <w:rPr>
          <w:spacing w:val="0"/>
          <w:szCs w:val="18"/>
        </w:rPr>
        <w:instrText xml:space="preserve"> MACROBUTTON  AcceptAllChangesInDoc [Sisesta informatsioon ja materjalid] </w:instrText>
      </w:r>
      <w:r w:rsidR="001865D2" w:rsidRPr="00C338B2">
        <w:rPr>
          <w:spacing w:val="0"/>
          <w:szCs w:val="18"/>
        </w:rPr>
        <w:fldChar w:fldCharType="end"/>
      </w:r>
    </w:p>
    <w:p w14:paraId="6EF342F5" w14:textId="77777777" w:rsidR="00C338B2" w:rsidRDefault="007B32B8" w:rsidP="00E50264">
      <w:pPr>
        <w:pStyle w:val="Pealkiri210"/>
        <w:jc w:val="both"/>
        <w:rPr>
          <w:spacing w:val="0"/>
          <w:szCs w:val="18"/>
        </w:rPr>
      </w:pPr>
      <w:r w:rsidRPr="00C338B2">
        <w:rPr>
          <w:spacing w:val="0"/>
          <w:szCs w:val="18"/>
        </w:rPr>
        <w:t>Tellijal on õigus jooksvalt kontrollida töö tegemise käiku. Töövõtja on kohustatud kohe</w:t>
      </w:r>
      <w:r w:rsidRPr="00C338B2">
        <w:rPr>
          <w:spacing w:val="0"/>
          <w:szCs w:val="18"/>
        </w:rPr>
        <w:softHyphen/>
        <w:t>selt informeerima tellijat töö tegemise käigus tekkinud probleemidest ning nõutama tellija juhiseid ja informatsiooni.</w:t>
      </w:r>
    </w:p>
    <w:p w14:paraId="70846E2F" w14:textId="3B4B707B" w:rsidR="00C2271C" w:rsidRDefault="003D6E68" w:rsidP="00E50264">
      <w:pPr>
        <w:pStyle w:val="Pealkiri210"/>
        <w:jc w:val="both"/>
        <w:rPr>
          <w:spacing w:val="0"/>
          <w:szCs w:val="18"/>
        </w:rPr>
      </w:pPr>
      <w:r w:rsidRPr="003D6E68">
        <w:rPr>
          <w:spacing w:val="0"/>
          <w:szCs w:val="18"/>
        </w:rPr>
        <w:t>Töövõtja peab töö tegemisel, olenevalt töö iseloomust, omama vastava töö tegemiseks nõutavat tegevusluba või registreeringut või majandustegevuse teadet (või pakkuja asukohariigi vastavat luba või registreeringut kui see on pakkuja asukohariigis nõutav).</w:t>
      </w:r>
    </w:p>
    <w:p w14:paraId="4F633772" w14:textId="77777777" w:rsidR="007B32B8" w:rsidRPr="00E42046" w:rsidRDefault="007B32B8" w:rsidP="00E50264">
      <w:pPr>
        <w:jc w:val="both"/>
        <w:rPr>
          <w:b/>
          <w:spacing w:val="0"/>
        </w:rPr>
      </w:pPr>
    </w:p>
    <w:p w14:paraId="2C52FC76" w14:textId="77777777" w:rsidR="007B32B8" w:rsidRPr="00C338B2" w:rsidRDefault="007B32B8" w:rsidP="00E50264">
      <w:pPr>
        <w:pStyle w:val="Pealkiri110"/>
        <w:jc w:val="both"/>
        <w:rPr>
          <w:b/>
          <w:spacing w:val="0"/>
          <w:szCs w:val="18"/>
        </w:rPr>
      </w:pPr>
      <w:r w:rsidRPr="00C338B2">
        <w:rPr>
          <w:b/>
          <w:spacing w:val="0"/>
          <w:szCs w:val="18"/>
        </w:rPr>
        <w:t xml:space="preserve">Töö üleandmine ja vastuvõtmine </w:t>
      </w:r>
    </w:p>
    <w:p w14:paraId="06AC11DD" w14:textId="7C2D1FA3" w:rsidR="007B32B8" w:rsidRPr="00C338B2" w:rsidRDefault="007B32B8" w:rsidP="00E50264">
      <w:pPr>
        <w:pStyle w:val="Pealkiri210"/>
        <w:jc w:val="both"/>
        <w:rPr>
          <w:spacing w:val="0"/>
          <w:szCs w:val="18"/>
        </w:rPr>
      </w:pPr>
      <w:r w:rsidRPr="00C338B2">
        <w:rPr>
          <w:spacing w:val="0"/>
          <w:szCs w:val="18"/>
        </w:rPr>
        <w:t xml:space="preserve">Töövõtja annab tellijale </w:t>
      </w:r>
      <w:r w:rsidRPr="007E7478">
        <w:rPr>
          <w:b/>
          <w:bCs/>
          <w:spacing w:val="0"/>
          <w:szCs w:val="18"/>
        </w:rPr>
        <w:t>hiljemalt</w:t>
      </w:r>
      <w:r w:rsidRPr="007E7478">
        <w:rPr>
          <w:spacing w:val="0"/>
          <w:szCs w:val="18"/>
        </w:rPr>
        <w:t xml:space="preserve"> </w:t>
      </w:r>
      <w:sdt>
        <w:sdtPr>
          <w:rPr>
            <w:b/>
            <w:bCs/>
            <w:spacing w:val="0"/>
            <w:szCs w:val="18"/>
          </w:rPr>
          <w:id w:val="-192229937"/>
          <w:placeholder>
            <w:docPart w:val="090940981C3D40D38A584795E870C2A3"/>
          </w:placeholder>
          <w:date>
            <w:dateFormat w:val="d.MM.yyyy"/>
            <w:lid w:val="et-EE"/>
            <w:storeMappedDataAs w:val="dateTime"/>
            <w:calendar w:val="gregorian"/>
          </w:date>
        </w:sdtPr>
        <w:sdtEndPr/>
        <w:sdtContent>
          <w:r w:rsidR="00D24AA4" w:rsidRPr="007E7478">
            <w:rPr>
              <w:b/>
              <w:bCs/>
              <w:spacing w:val="0"/>
              <w:szCs w:val="18"/>
            </w:rPr>
            <w:t xml:space="preserve">2 (kahe) kuu jooksul alates </w:t>
          </w:r>
          <w:r w:rsidR="000C0365">
            <w:rPr>
              <w:b/>
              <w:bCs/>
              <w:spacing w:val="0"/>
              <w:szCs w:val="18"/>
            </w:rPr>
            <w:t>hanke</w:t>
          </w:r>
          <w:r w:rsidR="00D24AA4" w:rsidRPr="007E7478">
            <w:rPr>
              <w:b/>
              <w:bCs/>
              <w:spacing w:val="0"/>
              <w:szCs w:val="18"/>
            </w:rPr>
            <w:t xml:space="preserve">lepingu </w:t>
          </w:r>
          <w:r w:rsidR="007657D5">
            <w:rPr>
              <w:b/>
              <w:bCs/>
              <w:spacing w:val="0"/>
              <w:szCs w:val="18"/>
            </w:rPr>
            <w:t>sõlmimise kuupäevast</w:t>
          </w:r>
          <w:r w:rsidR="00D24AA4" w:rsidRPr="007E7478">
            <w:rPr>
              <w:b/>
              <w:bCs/>
              <w:spacing w:val="0"/>
              <w:szCs w:val="18"/>
            </w:rPr>
            <w:t xml:space="preserve"> </w:t>
          </w:r>
        </w:sdtContent>
      </w:sdt>
      <w:r w:rsidR="00214855" w:rsidRPr="00C338B2">
        <w:rPr>
          <w:spacing w:val="0"/>
          <w:szCs w:val="18"/>
        </w:rPr>
        <w:t xml:space="preserve"> </w:t>
      </w:r>
      <w:r w:rsidRPr="00C338B2">
        <w:rPr>
          <w:spacing w:val="0"/>
          <w:szCs w:val="18"/>
        </w:rPr>
        <w:t xml:space="preserve">üle lepingu nõuetele vastava ekspertiisidokumentatsiooni paberkandjal 3 (kolmes) eksemplaris või digitaalselt, mille saadab tellija esindaja e-posti aadressile. </w:t>
      </w:r>
    </w:p>
    <w:p w14:paraId="1235FA58" w14:textId="77777777" w:rsidR="007B32B8" w:rsidRPr="00C338B2" w:rsidRDefault="007B32B8" w:rsidP="00E50264">
      <w:pPr>
        <w:pStyle w:val="Pealkiri210"/>
        <w:jc w:val="both"/>
        <w:rPr>
          <w:spacing w:val="0"/>
          <w:szCs w:val="18"/>
        </w:rPr>
      </w:pPr>
      <w:r w:rsidRPr="00C338B2">
        <w:rPr>
          <w:spacing w:val="0"/>
          <w:szCs w:val="18"/>
        </w:rPr>
        <w:t xml:space="preserve">Tellija on kohustatud </w:t>
      </w:r>
      <w:r w:rsidR="00006338">
        <w:rPr>
          <w:spacing w:val="0"/>
          <w:szCs w:val="18"/>
        </w:rPr>
        <w:t>t</w:t>
      </w:r>
      <w:r w:rsidRPr="00C338B2">
        <w:rPr>
          <w:spacing w:val="0"/>
          <w:szCs w:val="18"/>
        </w:rPr>
        <w:t>öö üleandmisel selle viivitamata üle vaatama.</w:t>
      </w:r>
    </w:p>
    <w:p w14:paraId="3BD1B824" w14:textId="77777777" w:rsidR="007B32B8" w:rsidRPr="00C338B2" w:rsidRDefault="007B32B8" w:rsidP="00E50264">
      <w:pPr>
        <w:pStyle w:val="Pealkiri210"/>
        <w:jc w:val="both"/>
        <w:rPr>
          <w:spacing w:val="0"/>
          <w:szCs w:val="18"/>
        </w:rPr>
      </w:pPr>
      <w:r w:rsidRPr="00C338B2">
        <w:rPr>
          <w:spacing w:val="0"/>
          <w:szCs w:val="18"/>
        </w:rPr>
        <w:t>Töö vastuvõtmisel vormistavad pooled töö üleandmise-vastuvõtmise akti, millele kirju</w:t>
      </w:r>
      <w:r w:rsidRPr="00C338B2">
        <w:rPr>
          <w:spacing w:val="0"/>
          <w:szCs w:val="18"/>
        </w:rPr>
        <w:softHyphen/>
        <w:t xml:space="preserve">tavad alla poolte esindajad. </w:t>
      </w:r>
    </w:p>
    <w:p w14:paraId="7792236D" w14:textId="77777777" w:rsidR="007B32B8" w:rsidRPr="00C338B2" w:rsidRDefault="007B32B8" w:rsidP="00E50264">
      <w:pPr>
        <w:pStyle w:val="Pealkiri210"/>
        <w:jc w:val="both"/>
        <w:rPr>
          <w:spacing w:val="0"/>
          <w:szCs w:val="18"/>
        </w:rPr>
      </w:pPr>
      <w:r w:rsidRPr="00C338B2">
        <w:rPr>
          <w:spacing w:val="0"/>
          <w:szCs w:val="18"/>
        </w:rPr>
        <w:lastRenderedPageBreak/>
        <w:t xml:space="preserve">Tellija esitab töövõtjale oma pretensioonid, edaspidi </w:t>
      </w:r>
      <w:r w:rsidRPr="00006338">
        <w:rPr>
          <w:b/>
          <w:spacing w:val="0"/>
          <w:szCs w:val="18"/>
        </w:rPr>
        <w:t>vastuväited</w:t>
      </w:r>
      <w:r w:rsidRPr="00C338B2">
        <w:rPr>
          <w:spacing w:val="0"/>
          <w:szCs w:val="18"/>
        </w:rPr>
        <w:t xml:space="preserve">, seoses </w:t>
      </w:r>
      <w:r w:rsidR="00006338">
        <w:rPr>
          <w:spacing w:val="0"/>
          <w:szCs w:val="18"/>
        </w:rPr>
        <w:t>t</w:t>
      </w:r>
      <w:r w:rsidRPr="00C338B2">
        <w:rPr>
          <w:spacing w:val="0"/>
          <w:szCs w:val="18"/>
        </w:rPr>
        <w:t xml:space="preserve">öö mittevastavusega lepingule 7 (seitsme) tööpäeva jooksul arvates töö üleandmisest töövõtja poolt. </w:t>
      </w:r>
    </w:p>
    <w:p w14:paraId="3C661172" w14:textId="77777777" w:rsidR="007B32B8" w:rsidRPr="00C338B2" w:rsidRDefault="007B32B8" w:rsidP="00E50264">
      <w:pPr>
        <w:pStyle w:val="Pealkiri210"/>
        <w:jc w:val="both"/>
        <w:rPr>
          <w:spacing w:val="0"/>
          <w:szCs w:val="18"/>
        </w:rPr>
      </w:pPr>
      <w:r w:rsidRPr="00C338B2">
        <w:rPr>
          <w:spacing w:val="0"/>
          <w:szCs w:val="18"/>
        </w:rPr>
        <w:t>Töö loetakse tellija poolt vastu võetuks, kui tellija ei ole esitanud vastuväiteid punktis 2.4 nimetatud tähtaja jooksul.</w:t>
      </w:r>
    </w:p>
    <w:p w14:paraId="32B81E34" w14:textId="77777777" w:rsidR="007B32B8" w:rsidRPr="00C338B2" w:rsidRDefault="007B32B8" w:rsidP="00E50264">
      <w:pPr>
        <w:pStyle w:val="ige"/>
        <w:jc w:val="both"/>
      </w:pPr>
      <w:r w:rsidRPr="00C338B2">
        <w:t>Juhul, kui tellija esitab oma vastuväited, peab töövõtja tegema töös vastavad parandused tellija määratud tähtaja jooksul. Sellisel juhul loetakse töö vastu võetuks, kui töövõtja on teinud töös parandused ja tellijal ei ole enam vastuväiteid.</w:t>
      </w:r>
    </w:p>
    <w:p w14:paraId="5C6B77EC" w14:textId="77777777" w:rsidR="007B32B8" w:rsidRPr="00C338B2" w:rsidRDefault="007B32B8" w:rsidP="00E50264">
      <w:pPr>
        <w:pStyle w:val="Pealkiri210"/>
        <w:jc w:val="both"/>
        <w:rPr>
          <w:spacing w:val="0"/>
          <w:szCs w:val="18"/>
        </w:rPr>
      </w:pPr>
      <w:r w:rsidRPr="00C338B2">
        <w:rPr>
          <w:spacing w:val="0"/>
          <w:szCs w:val="18"/>
        </w:rPr>
        <w:t xml:space="preserve">Pärast töö vastuvõtmist tellija poolt on töövõtjal õigus lepinguga kokkulepitud tasule. </w:t>
      </w:r>
    </w:p>
    <w:p w14:paraId="21E47A12" w14:textId="77777777" w:rsidR="007B32B8" w:rsidRPr="00FF1C61" w:rsidRDefault="007B32B8" w:rsidP="00E50264">
      <w:pPr>
        <w:jc w:val="both"/>
        <w:rPr>
          <w:spacing w:val="0"/>
        </w:rPr>
      </w:pPr>
    </w:p>
    <w:p w14:paraId="552BB624" w14:textId="77777777" w:rsidR="007B32B8" w:rsidRPr="00C338B2" w:rsidRDefault="007B32B8" w:rsidP="00E50264">
      <w:pPr>
        <w:pStyle w:val="Pealkiri110"/>
        <w:jc w:val="both"/>
        <w:rPr>
          <w:b/>
          <w:spacing w:val="0"/>
          <w:szCs w:val="18"/>
        </w:rPr>
      </w:pPr>
      <w:r w:rsidRPr="00C338B2">
        <w:rPr>
          <w:b/>
          <w:spacing w:val="0"/>
          <w:szCs w:val="18"/>
        </w:rPr>
        <w:t>Tasu</w:t>
      </w:r>
    </w:p>
    <w:p w14:paraId="08F7665D" w14:textId="77777777" w:rsidR="00E42046" w:rsidRDefault="007B32B8" w:rsidP="00E50264">
      <w:pPr>
        <w:pStyle w:val="ige"/>
        <w:jc w:val="both"/>
      </w:pPr>
      <w:r>
        <w:t>Tellija maksab töövõtjale t</w:t>
      </w:r>
      <w:r w:rsidRPr="00FF1C61">
        <w:t xml:space="preserve">öö teostamise eest tasu summas </w:t>
      </w:r>
      <w:r w:rsidR="001865D2" w:rsidRPr="00546DA3">
        <w:fldChar w:fldCharType="begin"/>
      </w:r>
      <w:r w:rsidR="001865D2" w:rsidRPr="00546DA3">
        <w:instrText xml:space="preserve"> MACROBUTTON  AcceptAllChangesInDoc [Sisesta summa] </w:instrText>
      </w:r>
      <w:r w:rsidR="001865D2" w:rsidRPr="00546DA3">
        <w:fldChar w:fldCharType="end"/>
      </w:r>
      <w:r w:rsidR="001865D2" w:rsidRPr="00546DA3">
        <w:t>(</w:t>
      </w:r>
      <w:r w:rsidR="001865D2" w:rsidRPr="00546DA3">
        <w:rPr>
          <w:rFonts w:eastAsia="Calibri"/>
        </w:rPr>
        <w:fldChar w:fldCharType="begin"/>
      </w:r>
      <w:r w:rsidR="001865D2" w:rsidRPr="00546DA3">
        <w:rPr>
          <w:rFonts w:eastAsia="Calibri"/>
        </w:rPr>
        <w:instrText xml:space="preserve"> MACROBUTTON  AcceptAllChangesInDoc [Sisesta summa sõnadega]) </w:instrText>
      </w:r>
      <w:r w:rsidR="001865D2" w:rsidRPr="00546DA3">
        <w:rPr>
          <w:rFonts w:eastAsia="Calibri"/>
        </w:rPr>
        <w:fldChar w:fldCharType="end"/>
      </w:r>
      <w:r w:rsidRPr="00FF1C61">
        <w:t>eurot</w:t>
      </w:r>
      <w:r w:rsidR="002F2AB1">
        <w:t>, millele lisandub käibemaks</w:t>
      </w:r>
      <w:r w:rsidRPr="00FF1C61">
        <w:t xml:space="preserve">. </w:t>
      </w:r>
    </w:p>
    <w:p w14:paraId="161EA4C0" w14:textId="77777777" w:rsidR="00E42046" w:rsidRDefault="007B32B8" w:rsidP="00E50264">
      <w:pPr>
        <w:pStyle w:val="ige"/>
        <w:jc w:val="both"/>
      </w:pPr>
      <w:r w:rsidRPr="00FF1C61">
        <w:t>T</w:t>
      </w:r>
      <w:r>
        <w:t>ellija tasub tehtud tööde eest t</w:t>
      </w:r>
      <w:r w:rsidRPr="00FF1C61">
        <w:t xml:space="preserve">öövõtja poolt esitatud arve(te) alusel. </w:t>
      </w:r>
      <w:r w:rsidR="00E50264" w:rsidRPr="00E50264">
        <w:t>Töövõtja esitab arve vaid elektrooniliselt. Arve esitamiseks tuleb kasutada elektrooniliste arvete esitamiseks mõeldud raamatupidamistarkvara või raamatupidamistarkvara E-arveldaja, mis asub ettevõtjaportaalis https://www.rik.ee/et/e-arveldaja.</w:t>
      </w:r>
    </w:p>
    <w:p w14:paraId="30A31E9C" w14:textId="77777777" w:rsidR="007B32B8" w:rsidRPr="00FF1C61" w:rsidRDefault="00E42046" w:rsidP="00E50264">
      <w:pPr>
        <w:pStyle w:val="ige"/>
        <w:jc w:val="both"/>
      </w:pPr>
      <w:r>
        <w:t>A</w:t>
      </w:r>
      <w:r w:rsidR="007B32B8">
        <w:t>rve esitamise aluseks on p</w:t>
      </w:r>
      <w:r w:rsidR="007B32B8" w:rsidRPr="00FF1C61">
        <w:t>oolte poolt allkirjastatud tööde vastuvõtmise akt.</w:t>
      </w:r>
    </w:p>
    <w:p w14:paraId="7CDA1DBC" w14:textId="77777777" w:rsidR="007B32B8" w:rsidRPr="00FF1C61" w:rsidRDefault="007B32B8" w:rsidP="00E50264">
      <w:pPr>
        <w:jc w:val="both"/>
        <w:rPr>
          <w:b/>
          <w:bCs/>
          <w:spacing w:val="0"/>
        </w:rPr>
      </w:pPr>
    </w:p>
    <w:p w14:paraId="56B3B80C" w14:textId="77777777" w:rsidR="007B32B8" w:rsidRPr="00C338B2" w:rsidRDefault="007B32B8" w:rsidP="00E50264">
      <w:pPr>
        <w:pStyle w:val="Pealkiri110"/>
        <w:jc w:val="both"/>
        <w:rPr>
          <w:b/>
          <w:spacing w:val="0"/>
          <w:szCs w:val="18"/>
        </w:rPr>
      </w:pPr>
      <w:r w:rsidRPr="00C338B2">
        <w:rPr>
          <w:b/>
          <w:spacing w:val="0"/>
          <w:szCs w:val="18"/>
        </w:rPr>
        <w:t>Poolte vastutus</w:t>
      </w:r>
    </w:p>
    <w:p w14:paraId="47A87CD9" w14:textId="77777777" w:rsidR="007B32B8" w:rsidRPr="00C338B2" w:rsidRDefault="007B32B8" w:rsidP="00E50264">
      <w:pPr>
        <w:pStyle w:val="Pealkiri210"/>
        <w:jc w:val="both"/>
        <w:rPr>
          <w:spacing w:val="0"/>
          <w:szCs w:val="18"/>
        </w:rPr>
      </w:pPr>
      <w:r w:rsidRPr="00C338B2">
        <w:rPr>
          <w:spacing w:val="0"/>
          <w:szCs w:val="18"/>
        </w:rPr>
        <w:t>Pooled vastutavad oma lepingust tulenevate kohustuste rikkumise eest, kui rikkumine on põhjustatud süüliselt.</w:t>
      </w:r>
    </w:p>
    <w:p w14:paraId="25CA7E87" w14:textId="77777777" w:rsidR="007B32B8" w:rsidRPr="00FF1C61" w:rsidRDefault="007B32B8" w:rsidP="00E50264">
      <w:pPr>
        <w:pStyle w:val="ige"/>
        <w:jc w:val="both"/>
      </w:pPr>
      <w:r>
        <w:t>Juhul, kui töövõtja viivitab t</w:t>
      </w:r>
      <w:r w:rsidRPr="00FF1C61">
        <w:t>öö üleandmiseg</w:t>
      </w:r>
      <w:r>
        <w:t>a üle kokkulepitud tähtaja, on t</w:t>
      </w:r>
      <w:r w:rsidRPr="00FF1C61">
        <w:t xml:space="preserve">ellijal õigus nõuda leppetrahvi tasumist, mille suuruseks on 0,15% </w:t>
      </w:r>
      <w:r>
        <w:t>l</w:t>
      </w:r>
      <w:r w:rsidRPr="00FF1C61">
        <w:t>eping</w:t>
      </w:r>
      <w:r>
        <w:t>u kohaselt t</w:t>
      </w:r>
      <w:r w:rsidRPr="00FF1C61">
        <w:t>öövõtjale maksta</w:t>
      </w:r>
      <w:r w:rsidRPr="00FF1C61">
        <w:softHyphen/>
        <w:t xml:space="preserve">vast tasust iga üleandmisega viivitatud kalendripäeva eest, kuid kokku mitte rohkem </w:t>
      </w:r>
      <w:r>
        <w:t>kui 30 (kolmkümmend) protsenti t</w:t>
      </w:r>
      <w:r w:rsidRPr="00FF1C61">
        <w:t>öövõtjale maksta</w:t>
      </w:r>
      <w:r>
        <w:t>vast tasust. Tellijal on õigus töö eest tasumisel vähendada t</w:t>
      </w:r>
      <w:r w:rsidRPr="00FF1C61">
        <w:t xml:space="preserve">öövõtjale makstavat tasu leppetrahvi summa võrra. </w:t>
      </w:r>
    </w:p>
    <w:p w14:paraId="6464D7E2" w14:textId="77777777" w:rsidR="007B32B8" w:rsidRPr="00FF1C61" w:rsidRDefault="007B32B8" w:rsidP="00E50264">
      <w:pPr>
        <w:pStyle w:val="ige"/>
        <w:jc w:val="both"/>
      </w:pPr>
      <w:r w:rsidRPr="00FF1C61">
        <w:t>Tellijal on õigus nõuda alapunktis 4.2 sätestatud leppetrahvi tasumist ka aja ees</w:t>
      </w:r>
      <w:r>
        <w:t>t, mil töövõtja teeb töös parandusi tulenevalt tellija v</w:t>
      </w:r>
      <w:r w:rsidRPr="00FF1C61">
        <w:t>astuväidetest.</w:t>
      </w:r>
    </w:p>
    <w:p w14:paraId="0BBAE6F3" w14:textId="77777777" w:rsidR="007B32B8" w:rsidRPr="00FF1C61" w:rsidRDefault="007B32B8" w:rsidP="00E50264">
      <w:pPr>
        <w:pStyle w:val="ige"/>
        <w:jc w:val="both"/>
      </w:pPr>
      <w:r>
        <w:t>Juhul, kui tellija viivitab t</w:t>
      </w:r>
      <w:r w:rsidRPr="00FF1C61">
        <w:t>öövõtjale tasu maksmiseg</w:t>
      </w:r>
      <w:r>
        <w:t>a üle kokkulepitud tähtaja, on t</w:t>
      </w:r>
      <w:r w:rsidRPr="00FF1C61">
        <w:t>öö</w:t>
      </w:r>
      <w:r w:rsidRPr="00FF1C61">
        <w:softHyphen/>
        <w:t>võtjal õigus nõuda viivist summas 0,15% tasumisega viivitatud summast iga tasumisega viivitatud kalendripäeva eest, kuid mitte rohkem, kui 30 (kolmkümmend) protsenti tasu</w:t>
      </w:r>
      <w:r w:rsidRPr="00FF1C61">
        <w:softHyphen/>
        <w:t>misega viivitatud summast.</w:t>
      </w:r>
    </w:p>
    <w:p w14:paraId="1C3AB6B2" w14:textId="77777777" w:rsidR="007B32B8" w:rsidRDefault="007B32B8" w:rsidP="00E50264">
      <w:pPr>
        <w:pStyle w:val="ige"/>
        <w:jc w:val="both"/>
      </w:pPr>
      <w:r w:rsidRPr="00FF1C61">
        <w:t xml:space="preserve">Tellija peab esitama </w:t>
      </w:r>
      <w:r>
        <w:t>l</w:t>
      </w:r>
      <w:r w:rsidRPr="00FF1C61">
        <w:t>eping</w:t>
      </w:r>
      <w:r>
        <w:t>ust tuleneva leppetrahvi nõude t</w:t>
      </w:r>
      <w:r w:rsidRPr="00FF1C61">
        <w:t>öövõtjale hiljemalt 3 (kolme) ku</w:t>
      </w:r>
      <w:r>
        <w:t>u jooksul arvates päevast, mil t</w:t>
      </w:r>
      <w:r w:rsidRPr="00FF1C61">
        <w:t xml:space="preserve">ellijal tekkis leppetrahvi nõude esitamise õigus. </w:t>
      </w:r>
    </w:p>
    <w:p w14:paraId="137F89E8" w14:textId="77777777" w:rsidR="001865D2" w:rsidRPr="00E42046" w:rsidRDefault="001865D2" w:rsidP="00E50264">
      <w:pPr>
        <w:jc w:val="both"/>
        <w:rPr>
          <w:b/>
          <w:spacing w:val="0"/>
        </w:rPr>
      </w:pPr>
    </w:p>
    <w:p w14:paraId="1EDA4873" w14:textId="77777777" w:rsidR="00E74C8C" w:rsidRPr="00CE5281" w:rsidRDefault="002F2AB1" w:rsidP="00E50264">
      <w:pPr>
        <w:pStyle w:val="Pealkiri110"/>
        <w:jc w:val="both"/>
        <w:rPr>
          <w:b/>
          <w:spacing w:val="0"/>
          <w:szCs w:val="18"/>
        </w:rPr>
      </w:pPr>
      <w:r w:rsidRPr="00CE5281">
        <w:rPr>
          <w:b/>
          <w:spacing w:val="0"/>
          <w:szCs w:val="18"/>
        </w:rPr>
        <w:t xml:space="preserve">Poolte </w:t>
      </w:r>
      <w:r w:rsidR="00330298" w:rsidRPr="00CE5281">
        <w:rPr>
          <w:b/>
          <w:spacing w:val="0"/>
          <w:szCs w:val="18"/>
        </w:rPr>
        <w:t>esindaja ja kontaktandmed</w:t>
      </w:r>
    </w:p>
    <w:p w14:paraId="371A1BF9" w14:textId="77777777" w:rsidR="00330298" w:rsidRPr="00CE5281" w:rsidRDefault="00330298" w:rsidP="00E50264">
      <w:pPr>
        <w:pStyle w:val="Pealkiri210"/>
        <w:jc w:val="both"/>
        <w:rPr>
          <w:spacing w:val="0"/>
          <w:szCs w:val="18"/>
        </w:rPr>
      </w:pPr>
      <w:r w:rsidRPr="00CE5281">
        <w:rPr>
          <w:spacing w:val="0"/>
          <w:szCs w:val="18"/>
        </w:rPr>
        <w:t xml:space="preserve">Tellija esindaja on RMK </w:t>
      </w:r>
      <w:r w:rsidR="002F2AB1" w:rsidRPr="00CE5281">
        <w:rPr>
          <w:spacing w:val="0"/>
          <w:szCs w:val="18"/>
        </w:rPr>
        <w:fldChar w:fldCharType="begin"/>
      </w:r>
      <w:r w:rsidR="002F2AB1" w:rsidRPr="00CE5281">
        <w:rPr>
          <w:spacing w:val="0"/>
          <w:szCs w:val="18"/>
        </w:rPr>
        <w:instrText xml:space="preserve"> MACROBUTTON  AcceptAllChangesInDoc [Sisesta ametinimetus] </w:instrText>
      </w:r>
      <w:r w:rsidR="002F2AB1" w:rsidRPr="00CE5281">
        <w:rPr>
          <w:spacing w:val="0"/>
          <w:szCs w:val="18"/>
        </w:rPr>
        <w:fldChar w:fldCharType="end"/>
      </w:r>
      <w:r w:rsidR="002F2AB1" w:rsidRPr="00CE5281">
        <w:rPr>
          <w:spacing w:val="0"/>
          <w:szCs w:val="18"/>
        </w:rPr>
        <w:fldChar w:fldCharType="begin"/>
      </w:r>
      <w:r w:rsidR="002F2AB1" w:rsidRPr="00CE5281">
        <w:rPr>
          <w:spacing w:val="0"/>
          <w:szCs w:val="18"/>
        </w:rPr>
        <w:instrText xml:space="preserve"> MACROBUTTON  AcceptAllChangesInDoc [Sisesta eesnimi ja perekonnanimi] </w:instrText>
      </w:r>
      <w:r w:rsidR="002F2AB1" w:rsidRPr="00CE5281">
        <w:rPr>
          <w:spacing w:val="0"/>
          <w:szCs w:val="18"/>
        </w:rPr>
        <w:fldChar w:fldCharType="end"/>
      </w:r>
      <w:r w:rsidR="002F2AB1" w:rsidRPr="00CE5281">
        <w:rPr>
          <w:spacing w:val="0"/>
          <w:szCs w:val="18"/>
        </w:rPr>
        <w:t xml:space="preserve">tel </w:t>
      </w:r>
      <w:r w:rsidR="002F2AB1" w:rsidRPr="00CE5281">
        <w:rPr>
          <w:spacing w:val="0"/>
          <w:szCs w:val="18"/>
        </w:rPr>
        <w:fldChar w:fldCharType="begin"/>
      </w:r>
      <w:r w:rsidR="002F2AB1" w:rsidRPr="00CE5281">
        <w:rPr>
          <w:spacing w:val="0"/>
          <w:szCs w:val="18"/>
        </w:rPr>
        <w:instrText xml:space="preserve"> MACROBUTTON  AcceptAllChangesInDoc [Sisesta number] </w:instrText>
      </w:r>
      <w:r w:rsidR="002F2AB1" w:rsidRPr="00CE5281">
        <w:rPr>
          <w:spacing w:val="0"/>
          <w:szCs w:val="18"/>
        </w:rPr>
        <w:fldChar w:fldCharType="end"/>
      </w:r>
      <w:r w:rsidR="002F2AB1" w:rsidRPr="00CE5281">
        <w:rPr>
          <w:spacing w:val="0"/>
          <w:szCs w:val="18"/>
        </w:rPr>
        <w:t xml:space="preserve">e-post </w:t>
      </w:r>
      <w:r w:rsidR="002F2AB1" w:rsidRPr="00CE5281">
        <w:rPr>
          <w:spacing w:val="0"/>
          <w:szCs w:val="18"/>
        </w:rPr>
        <w:fldChar w:fldCharType="begin"/>
      </w:r>
      <w:r w:rsidR="002F2AB1" w:rsidRPr="00CE5281">
        <w:rPr>
          <w:spacing w:val="0"/>
          <w:szCs w:val="18"/>
        </w:rPr>
        <w:instrText xml:space="preserve"> MACROBUTTON  AcceptAllChangesInDoc [Sisesta e-post] </w:instrText>
      </w:r>
      <w:r w:rsidR="002F2AB1" w:rsidRPr="00CE5281">
        <w:rPr>
          <w:spacing w:val="0"/>
          <w:szCs w:val="18"/>
        </w:rPr>
        <w:fldChar w:fldCharType="end"/>
      </w:r>
    </w:p>
    <w:p w14:paraId="7FB00222" w14:textId="77777777" w:rsidR="00CE5281" w:rsidRDefault="00CE5281" w:rsidP="00E50264">
      <w:pPr>
        <w:pStyle w:val="Pealkiri210"/>
        <w:jc w:val="both"/>
        <w:rPr>
          <w:spacing w:val="0"/>
          <w:szCs w:val="18"/>
        </w:rPr>
      </w:pPr>
      <w:r w:rsidRPr="00CE5281">
        <w:rPr>
          <w:spacing w:val="0"/>
          <w:szCs w:val="18"/>
        </w:rPr>
        <w:t xml:space="preserve">Töövõtja esindaja on </w:t>
      </w:r>
      <w:r w:rsidRPr="00CE5281">
        <w:rPr>
          <w:spacing w:val="0"/>
          <w:szCs w:val="18"/>
        </w:rPr>
        <w:fldChar w:fldCharType="begin"/>
      </w:r>
      <w:r w:rsidRPr="00CE5281">
        <w:rPr>
          <w:spacing w:val="0"/>
          <w:szCs w:val="18"/>
        </w:rPr>
        <w:instrText xml:space="preserve"> MACROBUTTON  AcceptAllChangesInDoc [Sisesta ametinimetus] </w:instrText>
      </w:r>
      <w:r w:rsidRPr="00CE5281">
        <w:rPr>
          <w:spacing w:val="0"/>
          <w:szCs w:val="18"/>
        </w:rPr>
        <w:fldChar w:fldCharType="end"/>
      </w:r>
      <w:r w:rsidRPr="00CE5281">
        <w:rPr>
          <w:spacing w:val="0"/>
          <w:szCs w:val="18"/>
        </w:rPr>
        <w:fldChar w:fldCharType="begin"/>
      </w:r>
      <w:r w:rsidRPr="00CE5281">
        <w:rPr>
          <w:spacing w:val="0"/>
          <w:szCs w:val="18"/>
        </w:rPr>
        <w:instrText xml:space="preserve"> MACROBUTTON  AcceptAllChangesInDoc [Sisesta eesnimi ja perekonnanimi] </w:instrText>
      </w:r>
      <w:r w:rsidRPr="00CE5281">
        <w:rPr>
          <w:spacing w:val="0"/>
          <w:szCs w:val="18"/>
        </w:rPr>
        <w:fldChar w:fldCharType="end"/>
      </w:r>
      <w:r w:rsidRPr="00CE5281">
        <w:rPr>
          <w:spacing w:val="0"/>
          <w:szCs w:val="18"/>
        </w:rPr>
        <w:t xml:space="preserve">tel </w:t>
      </w:r>
      <w:r w:rsidRPr="00CE5281">
        <w:rPr>
          <w:spacing w:val="0"/>
          <w:szCs w:val="18"/>
        </w:rPr>
        <w:fldChar w:fldCharType="begin"/>
      </w:r>
      <w:r w:rsidRPr="00CE5281">
        <w:rPr>
          <w:spacing w:val="0"/>
          <w:szCs w:val="18"/>
        </w:rPr>
        <w:instrText xml:space="preserve"> MACROBUTTON  AcceptAllChangesInDoc [Sisesta number] </w:instrText>
      </w:r>
      <w:r w:rsidRPr="00CE5281">
        <w:rPr>
          <w:spacing w:val="0"/>
          <w:szCs w:val="18"/>
        </w:rPr>
        <w:fldChar w:fldCharType="end"/>
      </w:r>
      <w:r w:rsidRPr="00CE5281">
        <w:rPr>
          <w:spacing w:val="0"/>
          <w:szCs w:val="18"/>
        </w:rPr>
        <w:t xml:space="preserve">e-post </w:t>
      </w:r>
      <w:r w:rsidRPr="00CE5281">
        <w:rPr>
          <w:spacing w:val="0"/>
          <w:szCs w:val="18"/>
        </w:rPr>
        <w:fldChar w:fldCharType="begin"/>
      </w:r>
      <w:r w:rsidRPr="00CE5281">
        <w:rPr>
          <w:spacing w:val="0"/>
          <w:szCs w:val="18"/>
        </w:rPr>
        <w:instrText xml:space="preserve"> MACROBUTTON  AcceptAllChangesInDoc [Sisesta e-post] </w:instrText>
      </w:r>
      <w:r w:rsidRPr="00CE5281">
        <w:rPr>
          <w:spacing w:val="0"/>
          <w:szCs w:val="18"/>
        </w:rPr>
        <w:fldChar w:fldCharType="end"/>
      </w:r>
    </w:p>
    <w:p w14:paraId="7A722B9D" w14:textId="77777777" w:rsidR="00981F14" w:rsidRPr="00981F14" w:rsidRDefault="00981F14" w:rsidP="00981F14">
      <w:pPr>
        <w:pStyle w:val="Pealkiri210"/>
        <w:rPr>
          <w:spacing w:val="0"/>
        </w:rPr>
      </w:pPr>
      <w:r w:rsidRPr="00981F14">
        <w:rPr>
          <w:spacing w:val="0"/>
        </w:rPr>
        <w:t>Ekspertiisi teostaja on</w:t>
      </w:r>
      <w:r w:rsidRPr="00981F14">
        <w:rPr>
          <w:rFonts w:eastAsia="Calibri"/>
          <w:spacing w:val="0"/>
          <w:lang w:val="fi-FI"/>
        </w:rPr>
        <w:t xml:space="preserve"> </w:t>
      </w:r>
      <w:r w:rsidRPr="00981F14">
        <w:rPr>
          <w:rFonts w:eastAsia="Calibri"/>
          <w:spacing w:val="0"/>
        </w:rPr>
        <w:fldChar w:fldCharType="begin"/>
      </w:r>
      <w:r w:rsidRPr="00981F14">
        <w:rPr>
          <w:rFonts w:eastAsia="Calibri"/>
          <w:spacing w:val="0"/>
          <w:lang w:val="fi-FI"/>
        </w:rPr>
        <w:instrText xml:space="preserve"> MACROBUTTON  AcceptAllChangesInDoc [Sisesta eesnimi ja perekonnanimi], </w:instrText>
      </w:r>
      <w:r w:rsidRPr="00981F14">
        <w:rPr>
          <w:rFonts w:eastAsia="Calibri"/>
          <w:spacing w:val="0"/>
        </w:rPr>
        <w:fldChar w:fldCharType="end"/>
      </w:r>
      <w:r w:rsidRPr="00981F14">
        <w:rPr>
          <w:spacing w:val="0"/>
        </w:rPr>
        <w:t xml:space="preserve">tel </w:t>
      </w:r>
      <w:r w:rsidRPr="00981F14">
        <w:rPr>
          <w:spacing w:val="0"/>
        </w:rPr>
        <w:fldChar w:fldCharType="begin"/>
      </w:r>
      <w:r w:rsidRPr="00981F14">
        <w:rPr>
          <w:spacing w:val="0"/>
        </w:rPr>
        <w:instrText xml:space="preserve"> MACROBUTTON  AcceptAllChangesInDoc [Sisesta number]</w:instrText>
      </w:r>
      <w:r w:rsidRPr="00981F14">
        <w:rPr>
          <w:spacing w:val="0"/>
        </w:rPr>
        <w:fldChar w:fldCharType="end"/>
      </w:r>
      <w:r w:rsidRPr="00981F14">
        <w:rPr>
          <w:spacing w:val="0"/>
        </w:rPr>
        <w:t xml:space="preserve"> e-post </w:t>
      </w:r>
      <w:r w:rsidRPr="00981F14">
        <w:rPr>
          <w:spacing w:val="0"/>
        </w:rPr>
        <w:fldChar w:fldCharType="begin"/>
      </w:r>
      <w:r w:rsidRPr="00981F14">
        <w:rPr>
          <w:spacing w:val="0"/>
        </w:rPr>
        <w:instrText xml:space="preserve"> MACROBUTTON  AcceptAllChangesInDoc [Sisesta e-post]. </w:instrText>
      </w:r>
      <w:r w:rsidRPr="00981F14">
        <w:rPr>
          <w:spacing w:val="0"/>
        </w:rPr>
        <w:fldChar w:fldCharType="end"/>
      </w:r>
    </w:p>
    <w:p w14:paraId="1E4EDB06" w14:textId="77777777" w:rsidR="0021631B" w:rsidRDefault="0021631B" w:rsidP="00E50264">
      <w:pPr>
        <w:jc w:val="both"/>
        <w:rPr>
          <w:spacing w:val="0"/>
        </w:rPr>
      </w:pPr>
    </w:p>
    <w:p w14:paraId="523534A5" w14:textId="77777777" w:rsidR="001865D2" w:rsidRPr="00C338B2" w:rsidRDefault="001865D2" w:rsidP="00E50264">
      <w:pPr>
        <w:pStyle w:val="Pealkiri110"/>
        <w:jc w:val="both"/>
        <w:rPr>
          <w:b/>
          <w:spacing w:val="0"/>
          <w:szCs w:val="18"/>
        </w:rPr>
      </w:pPr>
      <w:r w:rsidRPr="00C338B2">
        <w:rPr>
          <w:b/>
          <w:spacing w:val="0"/>
          <w:szCs w:val="18"/>
        </w:rPr>
        <w:t>Teadete edastamine</w:t>
      </w:r>
    </w:p>
    <w:p w14:paraId="5E317202" w14:textId="77777777" w:rsidR="001865D2" w:rsidRPr="00546DA3" w:rsidRDefault="001865D2" w:rsidP="00E50264">
      <w:pPr>
        <w:pStyle w:val="ige"/>
        <w:jc w:val="both"/>
      </w:pPr>
      <w:r w:rsidRPr="00546DA3">
        <w:t xml:space="preserve">Lepinguga seotud teated edastatakse telefoni teel või e-kirja teel poole lepingus märgitud e-posti aadressile. </w:t>
      </w:r>
      <w:r>
        <w:t>Kontaktandmete</w:t>
      </w:r>
      <w:r w:rsidRPr="00546DA3">
        <w:t xml:space="preserve"> muutusest on pool kohustatud koheselt informeerima teist poolt.</w:t>
      </w:r>
    </w:p>
    <w:p w14:paraId="29EFAF4A" w14:textId="77777777" w:rsidR="001865D2" w:rsidRPr="00546DA3" w:rsidRDefault="001865D2" w:rsidP="00E50264">
      <w:pPr>
        <w:pStyle w:val="ige"/>
        <w:jc w:val="both"/>
      </w:pPr>
      <w:r w:rsidRPr="00546DA3">
        <w:t>E-kirja teel edastatud teated peetakse kättesaaduks alates teate edastamisele järgnevast tööpäevast.</w:t>
      </w:r>
    </w:p>
    <w:p w14:paraId="6B246752" w14:textId="77777777" w:rsidR="007B32B8" w:rsidRPr="00634027" w:rsidRDefault="001865D2" w:rsidP="00E50264">
      <w:pPr>
        <w:pStyle w:val="ige"/>
        <w:jc w:val="both"/>
      </w:pPr>
      <w:r w:rsidRPr="00546DA3">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634027">
        <w:t>.</w:t>
      </w:r>
    </w:p>
    <w:p w14:paraId="6E9CB2E4" w14:textId="77777777" w:rsidR="00006338" w:rsidRPr="00E42046" w:rsidRDefault="00006338" w:rsidP="00E50264">
      <w:pPr>
        <w:jc w:val="both"/>
        <w:rPr>
          <w:b/>
          <w:bCs/>
          <w:spacing w:val="0"/>
        </w:rPr>
      </w:pPr>
    </w:p>
    <w:p w14:paraId="0C87C9A5" w14:textId="77777777" w:rsidR="007B32B8" w:rsidRPr="00C338B2" w:rsidRDefault="007B32B8" w:rsidP="00E50264">
      <w:pPr>
        <w:pStyle w:val="Pealkiri110"/>
        <w:jc w:val="both"/>
        <w:rPr>
          <w:b/>
          <w:spacing w:val="0"/>
          <w:szCs w:val="18"/>
        </w:rPr>
      </w:pPr>
      <w:r w:rsidRPr="00C338B2">
        <w:rPr>
          <w:b/>
          <w:spacing w:val="0"/>
          <w:szCs w:val="18"/>
        </w:rPr>
        <w:t xml:space="preserve">Lepingu lõppemine ja lõpetamine </w:t>
      </w:r>
    </w:p>
    <w:p w14:paraId="504F794F" w14:textId="77777777" w:rsidR="007B32B8" w:rsidRPr="00FF1C61" w:rsidRDefault="007B32B8" w:rsidP="00E50264">
      <w:pPr>
        <w:pStyle w:val="ige"/>
        <w:jc w:val="both"/>
      </w:pPr>
      <w:r w:rsidRPr="00FF1C61">
        <w:t xml:space="preserve">Leping lõpeb, kui </w:t>
      </w:r>
      <w:r>
        <w:t>l</w:t>
      </w:r>
      <w:r w:rsidRPr="00FF1C61">
        <w:t>eping</w:t>
      </w:r>
      <w:r>
        <w:t>ust tulenevad p</w:t>
      </w:r>
      <w:r w:rsidRPr="00FF1C61">
        <w:t>oolte kohustused on mõlemapoolselt täielikult ja nõuetekohaselt täidetud.</w:t>
      </w:r>
    </w:p>
    <w:p w14:paraId="13EDB8A6" w14:textId="77777777" w:rsidR="007B32B8" w:rsidRPr="00FF1C61" w:rsidRDefault="007B32B8" w:rsidP="00E50264">
      <w:pPr>
        <w:pStyle w:val="ige"/>
        <w:jc w:val="both"/>
      </w:pPr>
      <w:r w:rsidRPr="00FF1C61">
        <w:t xml:space="preserve">Tellija võib </w:t>
      </w:r>
      <w:r>
        <w:t>l</w:t>
      </w:r>
      <w:r w:rsidRPr="00FF1C61">
        <w:t xml:space="preserve">epingu igal ajal olenemata põhjusest etteteatamistähtajata </w:t>
      </w:r>
      <w:r w:rsidR="00634027">
        <w:t>üles öelda. Selli</w:t>
      </w:r>
      <w:r>
        <w:t>sel juhul on tellija kohustatud tasuma t</w:t>
      </w:r>
      <w:r w:rsidRPr="00FF1C61">
        <w:t xml:space="preserve">öövõtjale </w:t>
      </w:r>
      <w:r>
        <w:t>l</w:t>
      </w:r>
      <w:r w:rsidRPr="00FF1C61">
        <w:t>epingu ülesütlemise</w:t>
      </w:r>
      <w:r>
        <w:t xml:space="preserve"> momendiks faktili</w:t>
      </w:r>
      <w:r>
        <w:softHyphen/>
        <w:t>selt tehtud t</w:t>
      </w:r>
      <w:r w:rsidRPr="00FF1C61">
        <w:t xml:space="preserve">öö eest. Toodud põhjusel </w:t>
      </w:r>
      <w:r>
        <w:t>l</w:t>
      </w:r>
      <w:r w:rsidRPr="00FF1C61">
        <w:t>eping</w:t>
      </w:r>
      <w:r>
        <w:t>u ülesütlemisel hüvitab tellija t</w:t>
      </w:r>
      <w:r w:rsidRPr="00FF1C61">
        <w:t>öövõt</w:t>
      </w:r>
      <w:r>
        <w:t>jale lisaks faktiliselt tehtud t</w:t>
      </w:r>
      <w:r w:rsidRPr="00FF1C61">
        <w:t xml:space="preserve">öö eest tasumisele </w:t>
      </w:r>
      <w:r>
        <w:t>l</w:t>
      </w:r>
      <w:r w:rsidRPr="00FF1C61">
        <w:t xml:space="preserve">epingu ennetähtaegse ülesütlemisega tekitatud kahju, kuid mitte rohkem, kui 10 (kümme) protsenti </w:t>
      </w:r>
      <w:r>
        <w:t>l</w:t>
      </w:r>
      <w:r w:rsidRPr="00FF1C61">
        <w:t>eping</w:t>
      </w:r>
      <w:r>
        <w:t>us ettenähtud t</w:t>
      </w:r>
      <w:r w:rsidRPr="00FF1C61">
        <w:t xml:space="preserve">öövõtjale makstavast tasust. </w:t>
      </w:r>
    </w:p>
    <w:p w14:paraId="21D16FD4" w14:textId="77777777" w:rsidR="007B32B8" w:rsidRPr="00FF1C61" w:rsidRDefault="007B32B8" w:rsidP="00E50264">
      <w:pPr>
        <w:pStyle w:val="ige"/>
        <w:jc w:val="both"/>
      </w:pPr>
      <w:r>
        <w:t>Kui t</w:t>
      </w:r>
      <w:r w:rsidRPr="00FF1C61">
        <w:t>öö tegemise käigus on ilmselt selge, et se</w:t>
      </w:r>
      <w:r>
        <w:t>da ei tehta nõuetekohaselt, on t</w:t>
      </w:r>
      <w:r w:rsidRPr="00FF1C61">
        <w:t>ellijal õigus määr</w:t>
      </w:r>
      <w:r>
        <w:t>ata t</w:t>
      </w:r>
      <w:r w:rsidRPr="00FF1C61">
        <w:t xml:space="preserve">öövõtjale tähtaeg puuduste kõrvaldamiseks, selle mittetäitmisel aga kas </w:t>
      </w:r>
      <w:r>
        <w:t>l</w:t>
      </w:r>
      <w:r w:rsidRPr="00FF1C61">
        <w:t>epingust taganeda ja nõud</w:t>
      </w:r>
      <w:r>
        <w:t>a kahjude hüvitamist, või teha t</w:t>
      </w:r>
      <w:r w:rsidRPr="00FF1C61">
        <w:t>öö jätkamine ja puuduste kõrval</w:t>
      </w:r>
      <w:r w:rsidRPr="00FF1C61">
        <w:softHyphen/>
        <w:t>damine</w:t>
      </w:r>
      <w:r>
        <w:t xml:space="preserve"> ülesandeks kolmandale isikule t</w:t>
      </w:r>
      <w:r w:rsidRPr="00FF1C61">
        <w:t>öövõtja arvel.</w:t>
      </w:r>
    </w:p>
    <w:p w14:paraId="7ABBE257" w14:textId="77777777" w:rsidR="007B32B8" w:rsidRPr="001865D2" w:rsidRDefault="007B32B8" w:rsidP="00E50264">
      <w:pPr>
        <w:pStyle w:val="ige"/>
        <w:jc w:val="both"/>
      </w:pPr>
      <w:r>
        <w:t>Juhul, kui töövõtja ei ole t</w:t>
      </w:r>
      <w:r w:rsidRPr="00FF1C61">
        <w:t xml:space="preserve">ööd </w:t>
      </w:r>
      <w:r>
        <w:t>t</w:t>
      </w:r>
      <w:r w:rsidRPr="00FF1C61">
        <w:t>ellijale üle andnud hiljemalt 1 (ühe) kuu m</w:t>
      </w:r>
      <w:r>
        <w:t>öödumisel arvates kokkulepitud töö üleandmise tähtajast, on tellijal õigus ilma t</w:t>
      </w:r>
      <w:r w:rsidRPr="00FF1C61">
        <w:t>öövõtjale kokkulepi</w:t>
      </w:r>
      <w:r w:rsidRPr="00FF1C61">
        <w:softHyphen/>
        <w:t xml:space="preserve">tud tasu maksmata </w:t>
      </w:r>
      <w:r>
        <w:t>l</w:t>
      </w:r>
      <w:r w:rsidRPr="00FF1C61">
        <w:t xml:space="preserve">epingust ühepoolselt taganeda ja nõuda sisse </w:t>
      </w:r>
      <w:r>
        <w:t>l</w:t>
      </w:r>
      <w:r w:rsidRPr="00FF1C61">
        <w:t>epinguga ettenähtud lep</w:t>
      </w:r>
      <w:r w:rsidRPr="00FF1C61">
        <w:softHyphen/>
        <w:t xml:space="preserve">petrahv ning tekitatud kahju. </w:t>
      </w:r>
    </w:p>
    <w:p w14:paraId="14E72B01" w14:textId="77777777" w:rsidR="007B32B8" w:rsidRPr="00FF1C61" w:rsidRDefault="007B32B8" w:rsidP="00E50264">
      <w:pPr>
        <w:jc w:val="both"/>
        <w:rPr>
          <w:b/>
          <w:bCs/>
          <w:spacing w:val="0"/>
        </w:rPr>
      </w:pPr>
    </w:p>
    <w:p w14:paraId="03698189" w14:textId="77777777" w:rsidR="007B32B8" w:rsidRPr="00E42046" w:rsidRDefault="007B32B8" w:rsidP="00E50264">
      <w:pPr>
        <w:pStyle w:val="Pealkiri110"/>
        <w:jc w:val="both"/>
        <w:rPr>
          <w:b/>
        </w:rPr>
      </w:pPr>
      <w:r w:rsidRPr="00C338B2">
        <w:rPr>
          <w:b/>
          <w:spacing w:val="0"/>
          <w:szCs w:val="18"/>
        </w:rPr>
        <w:t>Lõppsätted</w:t>
      </w:r>
    </w:p>
    <w:p w14:paraId="019B12C8" w14:textId="77777777" w:rsidR="006D7288" w:rsidRDefault="007B32B8" w:rsidP="00E50264">
      <w:pPr>
        <w:pStyle w:val="ige"/>
        <w:jc w:val="both"/>
      </w:pPr>
      <w:r w:rsidRPr="00FF1C61">
        <w:t xml:space="preserve">Kõik </w:t>
      </w:r>
      <w:r>
        <w:t>l</w:t>
      </w:r>
      <w:r w:rsidRPr="00FF1C61">
        <w:t>epingu muudatused jõustuvad päras</w:t>
      </w:r>
      <w:r>
        <w:t>t nende allakirjutamist mõlema p</w:t>
      </w:r>
      <w:r w:rsidRPr="00FF1C61">
        <w:t>oole poolt</w:t>
      </w:r>
      <w:r>
        <w:t xml:space="preserve"> allakirjutamise momendist või p</w:t>
      </w:r>
      <w:r w:rsidRPr="00FF1C61">
        <w:t>oolte poolt kirjalikult määratud tähtajal.</w:t>
      </w:r>
    </w:p>
    <w:p w14:paraId="352C2400" w14:textId="77777777" w:rsidR="006D7288" w:rsidRDefault="006D7288" w:rsidP="006D7288">
      <w:pPr>
        <w:pStyle w:val="ige"/>
        <w:jc w:val="both"/>
      </w:pPr>
      <w:r w:rsidRPr="00F926A1">
        <w:t>Pooled kohustuvad lepingu kehtivuse ajal hoidma konfidentsiaalsena kõik seoses l</w:t>
      </w:r>
      <w:r>
        <w:t>e</w:t>
      </w:r>
      <w:r w:rsidRPr="00F926A1">
        <w:t>pingu täitmisega teata</w:t>
      </w:r>
      <w:r>
        <w:t>vaks saanud andmed ja isikuandmed</w:t>
      </w:r>
      <w:r w:rsidRPr="00F926A1">
        <w:t>.</w:t>
      </w:r>
    </w:p>
    <w:p w14:paraId="796DE751" w14:textId="0D7676C6" w:rsidR="007B32B8" w:rsidRPr="00FF1C61" w:rsidRDefault="006D7288" w:rsidP="006D7288">
      <w:pPr>
        <w:pStyle w:val="ige"/>
        <w:jc w:val="both"/>
      </w:pPr>
      <w:r w:rsidRPr="006C2207">
        <w:t>Lepingule on lisatud andmetöötluse tingimused volitatud töötlejale (lisa</w:t>
      </w:r>
      <w:r w:rsidR="00F362F3">
        <w:t xml:space="preserve"> 1</w:t>
      </w:r>
      <w:r w:rsidRPr="006C2207">
        <w:t>).</w:t>
      </w:r>
      <w:r w:rsidR="007B32B8" w:rsidRPr="00FF1C61">
        <w:t xml:space="preserve"> </w:t>
      </w:r>
    </w:p>
    <w:p w14:paraId="08501989" w14:textId="77777777" w:rsidR="007B32B8" w:rsidRPr="00FF1C61" w:rsidRDefault="007B32B8" w:rsidP="00E50264">
      <w:pPr>
        <w:pStyle w:val="ige"/>
        <w:jc w:val="both"/>
      </w:pPr>
      <w:r w:rsidRPr="00FF1C61">
        <w:t>Lepinguga seonduvaid eria</w:t>
      </w:r>
      <w:r>
        <w:t>rvamusi ja vaidlusi lahendavad p</w:t>
      </w:r>
      <w:r w:rsidRPr="00FF1C61">
        <w:t xml:space="preserve">ooled eelkõige läbirääkimiste teel. Kui </w:t>
      </w:r>
      <w:r>
        <w:t>l</w:t>
      </w:r>
      <w:r w:rsidRPr="00FF1C61">
        <w:t>epingust tulenevaid vaid</w:t>
      </w:r>
      <w:r>
        <w:t>lusi ei õnnestu lahendada p</w:t>
      </w:r>
      <w:r w:rsidRPr="00FF1C61">
        <w:t>oolte läbirääkimistega, lahen</w:t>
      </w:r>
      <w:r w:rsidRPr="00FF1C61">
        <w:softHyphen/>
        <w:t>datakse vaidlus</w:t>
      </w:r>
      <w:r w:rsidR="00AF31ED">
        <w:t xml:space="preserve"> õigusaktidega</w:t>
      </w:r>
      <w:r w:rsidRPr="00FF1C61">
        <w:t xml:space="preserve"> </w:t>
      </w:r>
      <w:r w:rsidR="00AF31ED">
        <w:t>kehtestatud korras</w:t>
      </w:r>
      <w:r w:rsidRPr="00FF1C61">
        <w:t xml:space="preserve">. </w:t>
      </w:r>
    </w:p>
    <w:p w14:paraId="03F04576" w14:textId="77777777" w:rsidR="007B32B8" w:rsidRPr="00FF1C61" w:rsidRDefault="00981F14" w:rsidP="00C338B2">
      <w:pPr>
        <w:pStyle w:val="ige"/>
        <w:rPr>
          <w:lang w:eastAsia="et-EE"/>
        </w:rPr>
      </w:pPr>
      <w:sdt>
        <w:sdtPr>
          <w:rPr>
            <w:lang w:eastAsia="et-EE"/>
          </w:rPr>
          <w:id w:val="-189151537"/>
          <w:placeholder>
            <w:docPart w:val="14C3DB5CAC124A88BD67769FC272D6B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1865D2">
            <w:rPr>
              <w:lang w:eastAsia="et-EE"/>
            </w:rPr>
            <w:t>[Vali sobiv]</w:t>
          </w:r>
        </w:sdtContent>
      </w:sdt>
    </w:p>
    <w:p w14:paraId="33A5652F" w14:textId="77777777" w:rsidR="00922716" w:rsidRPr="00FF1C61" w:rsidRDefault="00922716" w:rsidP="007B32B8">
      <w:pPr>
        <w:spacing w:line="240" w:lineRule="exact"/>
        <w:jc w:val="both"/>
        <w:rPr>
          <w:b/>
          <w:spacing w:val="0"/>
        </w:rPr>
      </w:pPr>
    </w:p>
    <w:p w14:paraId="6B278115" w14:textId="77777777" w:rsidR="007B32B8" w:rsidRPr="00FF1C61" w:rsidRDefault="001865D2" w:rsidP="007B32B8">
      <w:pPr>
        <w:spacing w:line="240" w:lineRule="exact"/>
        <w:jc w:val="both"/>
        <w:rPr>
          <w:b/>
          <w:spacing w:val="0"/>
        </w:rPr>
      </w:pPr>
      <w:r>
        <w:rPr>
          <w:b/>
          <w:spacing w:val="0"/>
        </w:rPr>
        <w:t>Poolte andmed ja allkirjad</w:t>
      </w:r>
    </w:p>
    <w:p w14:paraId="658FE7A1" w14:textId="77777777" w:rsidR="00CC3FEC" w:rsidRDefault="00CC3FEC" w:rsidP="00E42046"/>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74C8C" w14:paraId="788CF827" w14:textId="77777777" w:rsidTr="00E74C8C">
        <w:tc>
          <w:tcPr>
            <w:tcW w:w="4531" w:type="dxa"/>
          </w:tcPr>
          <w:p w14:paraId="5CB605FF" w14:textId="77777777" w:rsidR="00E74C8C" w:rsidRDefault="00E74C8C" w:rsidP="00E42046">
            <w:r>
              <w:rPr>
                <w:b/>
                <w:spacing w:val="0"/>
              </w:rPr>
              <w:t>Tellija</w:t>
            </w:r>
          </w:p>
        </w:tc>
        <w:tc>
          <w:tcPr>
            <w:tcW w:w="4531" w:type="dxa"/>
          </w:tcPr>
          <w:p w14:paraId="4E10E0CD" w14:textId="77777777" w:rsidR="00E74C8C" w:rsidRPr="00E74C8C" w:rsidRDefault="00E74C8C" w:rsidP="00E42046">
            <w:r w:rsidRPr="00E74C8C">
              <w:rPr>
                <w:b/>
                <w:spacing w:val="0"/>
              </w:rPr>
              <w:t>Töövõtja</w:t>
            </w:r>
          </w:p>
        </w:tc>
      </w:tr>
      <w:tr w:rsidR="00E74C8C" w14:paraId="476CE6FA" w14:textId="77777777" w:rsidTr="00E74C8C">
        <w:tc>
          <w:tcPr>
            <w:tcW w:w="4531" w:type="dxa"/>
          </w:tcPr>
          <w:p w14:paraId="5318EEA5" w14:textId="77777777" w:rsidR="00E74C8C" w:rsidRDefault="00E74C8C" w:rsidP="00E42046"/>
        </w:tc>
        <w:tc>
          <w:tcPr>
            <w:tcW w:w="4531" w:type="dxa"/>
          </w:tcPr>
          <w:p w14:paraId="7E882128" w14:textId="77777777" w:rsidR="00E74C8C" w:rsidRPr="00E74C8C" w:rsidRDefault="00E74C8C" w:rsidP="00E42046"/>
        </w:tc>
      </w:tr>
      <w:tr w:rsidR="00E74C8C" w14:paraId="76E711E2" w14:textId="77777777" w:rsidTr="00E74C8C">
        <w:tc>
          <w:tcPr>
            <w:tcW w:w="4531" w:type="dxa"/>
          </w:tcPr>
          <w:p w14:paraId="37E5F0F1" w14:textId="77777777" w:rsidR="00E74C8C" w:rsidRDefault="00E74C8C" w:rsidP="00E42046">
            <w:r w:rsidRPr="00C338B2">
              <w:rPr>
                <w:bCs/>
                <w:spacing w:val="0"/>
                <w:lang w:eastAsia="en-US"/>
              </w:rPr>
              <w:t>Riigimetsa Majandamise Keskus</w:t>
            </w:r>
          </w:p>
        </w:tc>
        <w:tc>
          <w:tcPr>
            <w:tcW w:w="4531" w:type="dxa"/>
          </w:tcPr>
          <w:p w14:paraId="0B592B84" w14:textId="77777777" w:rsidR="00E74C8C" w:rsidRPr="00E74C8C" w:rsidRDefault="00E74C8C" w:rsidP="00E42046">
            <w:r w:rsidRPr="00C338B2">
              <w:rPr>
                <w:bCs/>
                <w:spacing w:val="0"/>
              </w:rPr>
              <w:fldChar w:fldCharType="begin"/>
            </w:r>
            <w:r w:rsidRPr="00C338B2">
              <w:rPr>
                <w:bCs/>
                <w:spacing w:val="0"/>
                <w:lang w:eastAsia="en-US"/>
              </w:rPr>
              <w:instrText xml:space="preserve"> MACROBUTTON  AcceptAllChangesInDoc [Sisesta juriidilise isiku või FIE nimi] </w:instrText>
            </w:r>
            <w:r w:rsidRPr="00C338B2">
              <w:rPr>
                <w:bCs/>
                <w:spacing w:val="0"/>
              </w:rPr>
              <w:fldChar w:fldCharType="end"/>
            </w:r>
          </w:p>
        </w:tc>
      </w:tr>
      <w:tr w:rsidR="00E74C8C" w14:paraId="2E04F8A2" w14:textId="77777777" w:rsidTr="00E74C8C">
        <w:tc>
          <w:tcPr>
            <w:tcW w:w="4531" w:type="dxa"/>
          </w:tcPr>
          <w:p w14:paraId="19A60E61" w14:textId="77777777" w:rsidR="00E74C8C" w:rsidRDefault="00E74C8C" w:rsidP="00E42046">
            <w:r w:rsidRPr="00C338B2">
              <w:rPr>
                <w:bCs/>
                <w:spacing w:val="0"/>
                <w:lang w:eastAsia="en-US"/>
              </w:rPr>
              <w:t>Registrikood 70004459</w:t>
            </w:r>
          </w:p>
        </w:tc>
        <w:tc>
          <w:tcPr>
            <w:tcW w:w="4531" w:type="dxa"/>
          </w:tcPr>
          <w:p w14:paraId="12825BB5" w14:textId="77777777" w:rsidR="00E74C8C" w:rsidRPr="00E74C8C" w:rsidRDefault="00E74C8C" w:rsidP="00E42046">
            <w:r w:rsidRPr="00C338B2">
              <w:rPr>
                <w:bCs/>
                <w:spacing w:val="0"/>
                <w:lang w:eastAsia="en-US"/>
              </w:rPr>
              <w:t xml:space="preserve">Registrikood </w:t>
            </w:r>
            <w:r w:rsidRPr="00C338B2">
              <w:rPr>
                <w:bCs/>
                <w:spacing w:val="0"/>
              </w:rPr>
              <w:fldChar w:fldCharType="begin"/>
            </w:r>
            <w:r w:rsidRPr="00C338B2">
              <w:rPr>
                <w:bCs/>
                <w:spacing w:val="0"/>
                <w:lang w:eastAsia="en-US"/>
              </w:rPr>
              <w:instrText xml:space="preserve"> MACROBUTTON  AcceptAllChangesInDoc [Sisesta registrikood] </w:instrText>
            </w:r>
            <w:r w:rsidRPr="00C338B2">
              <w:rPr>
                <w:bCs/>
                <w:spacing w:val="0"/>
              </w:rPr>
              <w:fldChar w:fldCharType="end"/>
            </w:r>
          </w:p>
        </w:tc>
      </w:tr>
      <w:tr w:rsidR="00E74C8C" w14:paraId="21C66B62" w14:textId="77777777" w:rsidTr="00E74C8C">
        <w:tc>
          <w:tcPr>
            <w:tcW w:w="4531" w:type="dxa"/>
          </w:tcPr>
          <w:p w14:paraId="0FC33C71" w14:textId="77777777" w:rsidR="000B35FD" w:rsidRPr="000B35FD" w:rsidRDefault="00634027" w:rsidP="00C5285B">
            <w:pPr>
              <w:rPr>
                <w:bCs/>
                <w:spacing w:val="0"/>
                <w:lang w:eastAsia="en-US"/>
              </w:rPr>
            </w:pPr>
            <w:r>
              <w:rPr>
                <w:bCs/>
                <w:spacing w:val="0"/>
                <w:lang w:eastAsia="en-US"/>
              </w:rPr>
              <w:t xml:space="preserve">Mõisa/3, </w:t>
            </w:r>
            <w:r w:rsidR="000B35FD">
              <w:rPr>
                <w:bCs/>
                <w:spacing w:val="0"/>
                <w:lang w:eastAsia="en-US"/>
              </w:rPr>
              <w:t xml:space="preserve">Sagadi küla, </w:t>
            </w:r>
            <w:r w:rsidR="00C5285B">
              <w:rPr>
                <w:bCs/>
                <w:spacing w:val="0"/>
                <w:lang w:eastAsia="en-US"/>
              </w:rPr>
              <w:t>Haljala</w:t>
            </w:r>
            <w:r w:rsidR="006D7288">
              <w:rPr>
                <w:bCs/>
                <w:spacing w:val="0"/>
                <w:lang w:eastAsia="en-US"/>
              </w:rPr>
              <w:t xml:space="preserve"> vald</w:t>
            </w:r>
          </w:p>
        </w:tc>
        <w:tc>
          <w:tcPr>
            <w:tcW w:w="4531" w:type="dxa"/>
          </w:tcPr>
          <w:p w14:paraId="4FF26981" w14:textId="77777777" w:rsidR="00E74C8C" w:rsidRPr="00E74C8C" w:rsidRDefault="00E74C8C" w:rsidP="00E42046">
            <w:r w:rsidRPr="00C338B2">
              <w:rPr>
                <w:bCs/>
                <w:spacing w:val="0"/>
              </w:rPr>
              <w:fldChar w:fldCharType="begin"/>
            </w:r>
            <w:r w:rsidRPr="00C338B2">
              <w:rPr>
                <w:bCs/>
                <w:spacing w:val="0"/>
                <w:lang w:eastAsia="en-US"/>
              </w:rPr>
              <w:instrText>MACROBUTTON  AcceptAllChangesInDoc [Sisesta aadress]</w:instrText>
            </w:r>
            <w:r w:rsidRPr="00C338B2">
              <w:rPr>
                <w:bCs/>
                <w:spacing w:val="0"/>
              </w:rPr>
              <w:fldChar w:fldCharType="end"/>
            </w:r>
          </w:p>
        </w:tc>
      </w:tr>
      <w:tr w:rsidR="00E74C8C" w14:paraId="70007E30" w14:textId="77777777" w:rsidTr="00E74C8C">
        <w:tc>
          <w:tcPr>
            <w:tcW w:w="4531" w:type="dxa"/>
          </w:tcPr>
          <w:p w14:paraId="54124932" w14:textId="77777777" w:rsidR="000B35FD" w:rsidRPr="000B35FD" w:rsidRDefault="00C5285B" w:rsidP="00E42046">
            <w:pPr>
              <w:rPr>
                <w:bCs/>
                <w:spacing w:val="0"/>
                <w:lang w:eastAsia="en-US"/>
              </w:rPr>
            </w:pPr>
            <w:r>
              <w:rPr>
                <w:bCs/>
                <w:spacing w:val="0"/>
                <w:lang w:eastAsia="en-US"/>
              </w:rPr>
              <w:t xml:space="preserve">45403 </w:t>
            </w:r>
            <w:r w:rsidR="000B35FD">
              <w:rPr>
                <w:bCs/>
                <w:spacing w:val="0"/>
                <w:lang w:eastAsia="en-US"/>
              </w:rPr>
              <w:t>Lääne-Viru maakond</w:t>
            </w:r>
          </w:p>
        </w:tc>
        <w:tc>
          <w:tcPr>
            <w:tcW w:w="4531" w:type="dxa"/>
          </w:tcPr>
          <w:p w14:paraId="5C8EDEA6" w14:textId="77777777" w:rsidR="00E74C8C" w:rsidRPr="00E74C8C" w:rsidRDefault="00E74C8C" w:rsidP="00E42046">
            <w:r w:rsidRPr="00C338B2">
              <w:rPr>
                <w:bCs/>
                <w:spacing w:val="0"/>
                <w:lang w:eastAsia="en-US"/>
              </w:rPr>
              <w:t xml:space="preserve">Tel </w:t>
            </w:r>
            <w:r w:rsidRPr="00C338B2">
              <w:rPr>
                <w:bCs/>
                <w:spacing w:val="0"/>
              </w:rPr>
              <w:fldChar w:fldCharType="begin"/>
            </w:r>
            <w:r w:rsidRPr="00C338B2">
              <w:rPr>
                <w:bCs/>
                <w:spacing w:val="0"/>
                <w:lang w:eastAsia="en-US"/>
              </w:rPr>
              <w:instrText xml:space="preserve"> MACROBUTTON  AcceptAllChangesInDoc [Sisesta number] </w:instrText>
            </w:r>
            <w:r w:rsidRPr="00C338B2">
              <w:rPr>
                <w:bCs/>
                <w:spacing w:val="0"/>
              </w:rPr>
              <w:fldChar w:fldCharType="end"/>
            </w:r>
          </w:p>
        </w:tc>
      </w:tr>
      <w:tr w:rsidR="00E74C8C" w14:paraId="76578580" w14:textId="77777777" w:rsidTr="00E74C8C">
        <w:tc>
          <w:tcPr>
            <w:tcW w:w="4531" w:type="dxa"/>
          </w:tcPr>
          <w:p w14:paraId="5DF5E941" w14:textId="77777777" w:rsidR="00E74C8C" w:rsidRPr="006D7288" w:rsidRDefault="000B35FD" w:rsidP="00E42046">
            <w:pPr>
              <w:rPr>
                <w:bCs/>
                <w:spacing w:val="0"/>
                <w:lang w:eastAsia="en-US"/>
              </w:rPr>
            </w:pPr>
            <w:r>
              <w:rPr>
                <w:bCs/>
                <w:spacing w:val="0"/>
                <w:lang w:eastAsia="en-US"/>
              </w:rPr>
              <w:t>Tel 676 7500</w:t>
            </w:r>
          </w:p>
        </w:tc>
        <w:tc>
          <w:tcPr>
            <w:tcW w:w="4531" w:type="dxa"/>
          </w:tcPr>
          <w:p w14:paraId="3E023928" w14:textId="77777777" w:rsidR="00E74C8C" w:rsidRPr="00E74C8C" w:rsidRDefault="00E74C8C" w:rsidP="00E42046">
            <w:r w:rsidRPr="00C338B2">
              <w:rPr>
                <w:bCs/>
                <w:spacing w:val="0"/>
                <w:lang w:eastAsia="en-US"/>
              </w:rPr>
              <w:t xml:space="preserve">E-post </w:t>
            </w:r>
            <w:r w:rsidRPr="00C338B2">
              <w:rPr>
                <w:bCs/>
                <w:spacing w:val="0"/>
              </w:rPr>
              <w:fldChar w:fldCharType="begin"/>
            </w:r>
            <w:r w:rsidRPr="00C338B2">
              <w:rPr>
                <w:bCs/>
                <w:spacing w:val="0"/>
                <w:lang w:eastAsia="en-US"/>
              </w:rPr>
              <w:instrText xml:space="preserve"> MACROBUTTON  AcceptAllChangesInDoc [Sisesta e-post] </w:instrText>
            </w:r>
            <w:r w:rsidRPr="00C338B2">
              <w:rPr>
                <w:bCs/>
                <w:spacing w:val="0"/>
              </w:rPr>
              <w:fldChar w:fldCharType="end"/>
            </w:r>
          </w:p>
        </w:tc>
      </w:tr>
      <w:tr w:rsidR="00E74C8C" w14:paraId="2B58310A" w14:textId="77777777" w:rsidTr="006D7288">
        <w:trPr>
          <w:trHeight w:val="80"/>
        </w:trPr>
        <w:tc>
          <w:tcPr>
            <w:tcW w:w="4531" w:type="dxa"/>
          </w:tcPr>
          <w:p w14:paraId="16A974C4" w14:textId="77777777" w:rsidR="00E74C8C" w:rsidRPr="006D7288" w:rsidRDefault="000B35FD" w:rsidP="00E42046">
            <w:pPr>
              <w:rPr>
                <w:bCs/>
                <w:spacing w:val="0"/>
                <w:lang w:eastAsia="en-US"/>
              </w:rPr>
            </w:pPr>
            <w:r w:rsidRPr="006D7288">
              <w:rPr>
                <w:bCs/>
                <w:spacing w:val="0"/>
                <w:lang w:eastAsia="en-US"/>
              </w:rPr>
              <w:t>E-post rmk@rmk.ee</w:t>
            </w:r>
          </w:p>
        </w:tc>
        <w:tc>
          <w:tcPr>
            <w:tcW w:w="4531" w:type="dxa"/>
          </w:tcPr>
          <w:p w14:paraId="7DF14104" w14:textId="77777777" w:rsidR="00E74C8C" w:rsidRPr="00E74C8C" w:rsidRDefault="00E74C8C" w:rsidP="00E42046"/>
        </w:tc>
      </w:tr>
      <w:tr w:rsidR="00E74C8C" w14:paraId="0EB60DD4" w14:textId="77777777" w:rsidTr="00E74C8C">
        <w:tc>
          <w:tcPr>
            <w:tcW w:w="4531" w:type="dxa"/>
          </w:tcPr>
          <w:p w14:paraId="715E0666" w14:textId="77777777" w:rsidR="00E74C8C" w:rsidRDefault="00E74C8C" w:rsidP="00E42046"/>
        </w:tc>
        <w:tc>
          <w:tcPr>
            <w:tcW w:w="4531" w:type="dxa"/>
          </w:tcPr>
          <w:p w14:paraId="3F2878FB" w14:textId="77777777" w:rsidR="00E74C8C" w:rsidRPr="00E74C8C" w:rsidRDefault="00E74C8C" w:rsidP="00E42046"/>
        </w:tc>
      </w:tr>
      <w:tr w:rsidR="00E74C8C" w14:paraId="50A5338C" w14:textId="77777777" w:rsidTr="00E74C8C">
        <w:tc>
          <w:tcPr>
            <w:tcW w:w="4531" w:type="dxa"/>
          </w:tcPr>
          <w:p w14:paraId="793D2CEB" w14:textId="77777777" w:rsidR="00E74C8C" w:rsidRDefault="00981F14" w:rsidP="00E42046">
            <w:sdt>
              <w:sdtPr>
                <w:rPr>
                  <w:bCs/>
                  <w:spacing w:val="0"/>
                </w:rPr>
                <w:id w:val="155109603"/>
                <w:placeholder>
                  <w:docPart w:val="115F3C93C10C4078A4D31EFEC0726C78"/>
                </w:placeholder>
                <w:comboBox>
                  <w:listItem w:displayText=" " w:value=" "/>
                  <w:listItem w:displayText="(allkirjastatud digitaalselt)" w:value="(allkirjastatud digitaalselt)"/>
                </w:comboBox>
              </w:sdtPr>
              <w:sdtEndPr/>
              <w:sdtContent>
                <w:r w:rsidR="00E74C8C" w:rsidRPr="00C338B2">
                  <w:rPr>
                    <w:bCs/>
                    <w:spacing w:val="0"/>
                    <w:lang w:eastAsia="en-US"/>
                  </w:rPr>
                  <w:t>[Vali sobiv]</w:t>
                </w:r>
              </w:sdtContent>
            </w:sdt>
          </w:p>
        </w:tc>
        <w:tc>
          <w:tcPr>
            <w:tcW w:w="4531" w:type="dxa"/>
          </w:tcPr>
          <w:p w14:paraId="3AF12856" w14:textId="77777777" w:rsidR="00E74C8C" w:rsidRPr="00E74C8C" w:rsidRDefault="00981F14" w:rsidP="00E42046">
            <w:sdt>
              <w:sdtPr>
                <w:rPr>
                  <w:bCs/>
                  <w:spacing w:val="0"/>
                </w:rPr>
                <w:id w:val="-305404729"/>
                <w:placeholder>
                  <w:docPart w:val="E87536AD80AA4ACEB74A503E010CAC09"/>
                </w:placeholder>
                <w:comboBox>
                  <w:listItem w:displayText=" " w:value=" "/>
                  <w:listItem w:displayText="(allkirjastatud digitaalselt)" w:value="(allkirjastatud digitaalselt)"/>
                </w:comboBox>
              </w:sdtPr>
              <w:sdtEndPr/>
              <w:sdtContent>
                <w:r w:rsidR="00E74C8C" w:rsidRPr="00C338B2">
                  <w:rPr>
                    <w:bCs/>
                    <w:spacing w:val="0"/>
                    <w:lang w:eastAsia="en-US"/>
                  </w:rPr>
                  <w:t>[Vali sobiv]</w:t>
                </w:r>
              </w:sdtContent>
            </w:sdt>
          </w:p>
        </w:tc>
      </w:tr>
      <w:tr w:rsidR="00E74C8C" w14:paraId="6FEDADA3" w14:textId="77777777" w:rsidTr="00E74C8C">
        <w:tc>
          <w:tcPr>
            <w:tcW w:w="4531" w:type="dxa"/>
          </w:tcPr>
          <w:p w14:paraId="6CB76690" w14:textId="77777777" w:rsidR="00E74C8C" w:rsidRDefault="00E74C8C" w:rsidP="00E42046"/>
        </w:tc>
        <w:tc>
          <w:tcPr>
            <w:tcW w:w="4531" w:type="dxa"/>
          </w:tcPr>
          <w:p w14:paraId="52E680F2" w14:textId="77777777" w:rsidR="00E74C8C" w:rsidRPr="00E74C8C" w:rsidRDefault="00E74C8C" w:rsidP="00E42046"/>
        </w:tc>
      </w:tr>
      <w:tr w:rsidR="00E74C8C" w14:paraId="765B4318" w14:textId="77777777" w:rsidTr="00E74C8C">
        <w:tc>
          <w:tcPr>
            <w:tcW w:w="4531" w:type="dxa"/>
          </w:tcPr>
          <w:p w14:paraId="0C2B2B5F" w14:textId="77777777" w:rsidR="00E74C8C" w:rsidRDefault="00E74C8C" w:rsidP="00E42046"/>
        </w:tc>
        <w:tc>
          <w:tcPr>
            <w:tcW w:w="4531" w:type="dxa"/>
          </w:tcPr>
          <w:p w14:paraId="6F2B9760" w14:textId="77777777" w:rsidR="00E74C8C" w:rsidRPr="00E74C8C" w:rsidRDefault="00E74C8C" w:rsidP="00E42046"/>
        </w:tc>
      </w:tr>
      <w:tr w:rsidR="00E74C8C" w14:paraId="4279C33A" w14:textId="77777777" w:rsidTr="00533382">
        <w:trPr>
          <w:trHeight w:val="80"/>
        </w:trPr>
        <w:tc>
          <w:tcPr>
            <w:tcW w:w="4531" w:type="dxa"/>
          </w:tcPr>
          <w:p w14:paraId="2629EE6D" w14:textId="77777777" w:rsidR="00E74C8C" w:rsidRDefault="00E74C8C" w:rsidP="00E42046">
            <w:r w:rsidRPr="00C338B2">
              <w:rPr>
                <w:bCs/>
                <w:spacing w:val="0"/>
              </w:rPr>
              <w:fldChar w:fldCharType="begin"/>
            </w:r>
            <w:r w:rsidRPr="00C338B2">
              <w:rPr>
                <w:bCs/>
                <w:spacing w:val="0"/>
                <w:lang w:eastAsia="en-US"/>
              </w:rPr>
              <w:instrText xml:space="preserve"> MACROBUTTON  AcceptAllChangesInDoc [Sisesta eesnimi ja perekonnanimi] </w:instrText>
            </w:r>
            <w:r w:rsidRPr="00C338B2">
              <w:rPr>
                <w:bCs/>
                <w:spacing w:val="0"/>
              </w:rPr>
              <w:fldChar w:fldCharType="end"/>
            </w:r>
          </w:p>
        </w:tc>
        <w:tc>
          <w:tcPr>
            <w:tcW w:w="4531" w:type="dxa"/>
          </w:tcPr>
          <w:p w14:paraId="31AC8512" w14:textId="77777777" w:rsidR="00E74C8C" w:rsidRPr="00E74C8C" w:rsidRDefault="00E74C8C" w:rsidP="00E42046">
            <w:r w:rsidRPr="00C338B2">
              <w:rPr>
                <w:bCs/>
                <w:spacing w:val="0"/>
              </w:rPr>
              <w:fldChar w:fldCharType="begin"/>
            </w:r>
            <w:r w:rsidRPr="00C338B2">
              <w:rPr>
                <w:bCs/>
                <w:spacing w:val="0"/>
                <w:lang w:eastAsia="en-US"/>
              </w:rPr>
              <w:instrText xml:space="preserve"> MACROBUTTON  AcceptAllChangesInDoc [Sisesta eesnimi ja perekonnanimi] </w:instrText>
            </w:r>
            <w:r w:rsidRPr="00C338B2">
              <w:rPr>
                <w:bCs/>
                <w:spacing w:val="0"/>
              </w:rPr>
              <w:fldChar w:fldCharType="end"/>
            </w:r>
          </w:p>
        </w:tc>
      </w:tr>
    </w:tbl>
    <w:p w14:paraId="5443710B" w14:textId="77777777" w:rsidR="00E74C8C" w:rsidRDefault="00E74C8C" w:rsidP="00E42046"/>
    <w:p w14:paraId="4FFD5F92" w14:textId="5873FFC5" w:rsidR="00F362F3" w:rsidRPr="003E2FC5" w:rsidRDefault="00F362F3" w:rsidP="00F362F3">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B4026D">
        <w:rPr>
          <w:rFonts w:eastAsia="Calibri"/>
          <w:spacing w:val="0"/>
          <w:sz w:val="22"/>
          <w:szCs w:val="22"/>
          <w:lang w:eastAsia="et-EE"/>
        </w:rPr>
        <w:t>1</w:t>
      </w:r>
    </w:p>
    <w:p w14:paraId="46484BAA" w14:textId="77777777" w:rsidR="00F362F3" w:rsidRPr="003E2FC5" w:rsidRDefault="00F362F3" w:rsidP="00F362F3">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E01E1C49D2B54CE39FA06573D10B5C90"/>
          </w:placeholder>
          <w:date>
            <w:dateFormat w:val="d.MM.yyyy"/>
            <w:lid w:val="et-EE"/>
            <w:storeMappedDataAs w:val="dateTime"/>
            <w:calendar w:val="gregorian"/>
          </w:date>
        </w:sdt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5E8B9A9D" w14:textId="77777777" w:rsidR="00F362F3" w:rsidRPr="003E2FC5" w:rsidRDefault="00F362F3" w:rsidP="00F362F3">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CB75B6B" w14:textId="77777777" w:rsidR="00F362F3" w:rsidRPr="003E2FC5" w:rsidRDefault="00F362F3" w:rsidP="00F362F3">
      <w:pPr>
        <w:jc w:val="both"/>
        <w:rPr>
          <w:rFonts w:eastAsia="Calibri"/>
          <w:b/>
          <w:color w:val="1F497D"/>
          <w:spacing w:val="0"/>
        </w:rPr>
      </w:pPr>
    </w:p>
    <w:p w14:paraId="113ADE4F" w14:textId="77777777" w:rsidR="00F362F3" w:rsidRPr="003E2FC5" w:rsidRDefault="00F362F3" w:rsidP="00F362F3">
      <w:pPr>
        <w:rPr>
          <w:rFonts w:eastAsia="Calibri"/>
          <w:b/>
          <w:spacing w:val="0"/>
        </w:rPr>
      </w:pPr>
    </w:p>
    <w:p w14:paraId="1A6F2649" w14:textId="77777777" w:rsidR="00F362F3" w:rsidRPr="003E2FC5" w:rsidRDefault="00F362F3" w:rsidP="00F362F3">
      <w:pPr>
        <w:jc w:val="center"/>
        <w:rPr>
          <w:rFonts w:eastAsia="Calibri"/>
          <w:b/>
          <w:spacing w:val="0"/>
        </w:rPr>
      </w:pPr>
      <w:r w:rsidRPr="003E2FC5">
        <w:rPr>
          <w:rFonts w:eastAsia="Calibri"/>
          <w:b/>
          <w:spacing w:val="0"/>
        </w:rPr>
        <w:t xml:space="preserve">ISIKUANDMETE TÖÖTLEMISE NÕUDED </w:t>
      </w:r>
    </w:p>
    <w:p w14:paraId="351C9117" w14:textId="77777777" w:rsidR="00F362F3" w:rsidRPr="003E2FC5" w:rsidRDefault="00F362F3" w:rsidP="00F362F3">
      <w:pPr>
        <w:jc w:val="center"/>
        <w:rPr>
          <w:rFonts w:eastAsia="Calibri"/>
          <w:b/>
          <w:spacing w:val="0"/>
        </w:rPr>
      </w:pPr>
      <w:r w:rsidRPr="003E2FC5">
        <w:rPr>
          <w:rFonts w:eastAsia="Calibri"/>
          <w:b/>
          <w:spacing w:val="0"/>
        </w:rPr>
        <w:t>VOLITATUD TÖÖTLEJALE</w:t>
      </w:r>
    </w:p>
    <w:p w14:paraId="23F6FFA4" w14:textId="77777777" w:rsidR="00F362F3" w:rsidRPr="003E2FC5" w:rsidRDefault="00F362F3" w:rsidP="00F362F3">
      <w:pPr>
        <w:jc w:val="center"/>
        <w:rPr>
          <w:rFonts w:eastAsia="Calibri"/>
          <w:b/>
          <w:color w:val="1F497D"/>
          <w:spacing w:val="0"/>
        </w:rPr>
      </w:pPr>
    </w:p>
    <w:p w14:paraId="55B9F9B6" w14:textId="77777777" w:rsidR="00F362F3" w:rsidRPr="003E2FC5" w:rsidRDefault="00F362F3" w:rsidP="00F362F3">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76FC141EF6D541EDA497BF3BA0C08B77"/>
          </w:placeholder>
          <w:date>
            <w:dateFormat w:val="d.MM.yyyy"/>
            <w:lid w:val="et-EE"/>
            <w:storeMappedDataAs w:val="dateTime"/>
            <w:calendar w:val="gregorian"/>
          </w:date>
        </w:sdt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5AADB1BA" w14:textId="77777777" w:rsidR="00F362F3" w:rsidRPr="003E2FC5" w:rsidRDefault="00F362F3" w:rsidP="00F362F3">
      <w:pPr>
        <w:suppressAutoHyphens/>
        <w:spacing w:before="280" w:after="280"/>
        <w:jc w:val="right"/>
        <w:rPr>
          <w:spacing w:val="0"/>
          <w:lang w:eastAsia="ar-SA"/>
        </w:rPr>
      </w:pPr>
      <w:r w:rsidRPr="003E2FC5">
        <w:rPr>
          <w:rFonts w:eastAsia="Calibri"/>
          <w:spacing w:val="0"/>
          <w:lang w:val="fi-FI" w:eastAsia="ar-SA"/>
        </w:rPr>
        <w:t>(hiliseima digitaalallkirja kuupäev)</w:t>
      </w:r>
    </w:p>
    <w:p w14:paraId="54881B04" w14:textId="77777777" w:rsidR="00F362F3" w:rsidRPr="003E2FC5" w:rsidRDefault="00F362F3" w:rsidP="00F362F3">
      <w:pPr>
        <w:jc w:val="both"/>
        <w:rPr>
          <w:rFonts w:eastAsia="Calibri"/>
          <w:color w:val="000000"/>
          <w:spacing w:val="0"/>
        </w:rPr>
      </w:pPr>
      <w:r w:rsidRPr="003E2FC5">
        <w:rPr>
          <w:rFonts w:eastAsia="Calibri"/>
          <w:color w:val="000000"/>
          <w:spacing w:val="0"/>
        </w:rPr>
        <w:tab/>
      </w:r>
    </w:p>
    <w:p w14:paraId="04813841" w14:textId="77777777" w:rsidR="00F362F3" w:rsidRPr="003E2FC5" w:rsidRDefault="00F362F3" w:rsidP="00F362F3">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6C57DA3F" w14:textId="77777777" w:rsidR="00F362F3" w:rsidRPr="003E2FC5" w:rsidRDefault="00F362F3" w:rsidP="00F362F3">
      <w:pPr>
        <w:spacing w:line="276" w:lineRule="auto"/>
        <w:jc w:val="both"/>
        <w:rPr>
          <w:rFonts w:eastAsia="Calibri"/>
          <w:color w:val="000000"/>
          <w:spacing w:val="0"/>
        </w:rPr>
      </w:pPr>
    </w:p>
    <w:p w14:paraId="015C8B6A" w14:textId="77777777" w:rsidR="00F362F3" w:rsidRPr="003E2FC5" w:rsidRDefault="00F362F3" w:rsidP="00F362F3">
      <w:pPr>
        <w:numPr>
          <w:ilvl w:val="0"/>
          <w:numId w:val="20"/>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565D23F8" w14:textId="77777777" w:rsidR="00F362F3" w:rsidRPr="003E2FC5" w:rsidRDefault="00F362F3" w:rsidP="00F362F3">
      <w:pPr>
        <w:shd w:val="clear" w:color="auto" w:fill="FFFFFF"/>
        <w:spacing w:after="60" w:line="276" w:lineRule="auto"/>
        <w:jc w:val="both"/>
        <w:rPr>
          <w:rFonts w:eastAsia="Calibri"/>
          <w:spacing w:val="0"/>
        </w:rPr>
      </w:pPr>
    </w:p>
    <w:p w14:paraId="4E39BF5B" w14:textId="77777777" w:rsidR="00F362F3" w:rsidRPr="003E2FC5" w:rsidRDefault="00F362F3" w:rsidP="00F362F3">
      <w:pPr>
        <w:numPr>
          <w:ilvl w:val="0"/>
          <w:numId w:val="20"/>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186ED855" w14:textId="77777777" w:rsidR="00F362F3" w:rsidRPr="003E2FC5" w:rsidRDefault="00F362F3" w:rsidP="00F362F3">
      <w:pPr>
        <w:numPr>
          <w:ilvl w:val="1"/>
          <w:numId w:val="20"/>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6F6DF949" w14:textId="77777777" w:rsidR="00F362F3" w:rsidRPr="003E2FC5" w:rsidRDefault="00F362F3" w:rsidP="00F362F3">
      <w:pPr>
        <w:shd w:val="clear" w:color="auto" w:fill="FFFFFF"/>
        <w:spacing w:line="276" w:lineRule="auto"/>
        <w:jc w:val="both"/>
        <w:rPr>
          <w:rFonts w:eastAsia="Calibri"/>
          <w:spacing w:val="0"/>
        </w:rPr>
      </w:pPr>
    </w:p>
    <w:p w14:paraId="69015F80" w14:textId="77777777" w:rsidR="00F362F3" w:rsidRPr="003E2FC5" w:rsidRDefault="00F362F3" w:rsidP="00F362F3">
      <w:pPr>
        <w:numPr>
          <w:ilvl w:val="1"/>
          <w:numId w:val="20"/>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74B9A69C" w14:textId="77777777" w:rsidR="00F362F3" w:rsidRPr="003E2FC5" w:rsidRDefault="00F362F3" w:rsidP="00F362F3">
      <w:pPr>
        <w:shd w:val="clear" w:color="auto" w:fill="FFFFFF"/>
        <w:spacing w:after="60" w:line="276" w:lineRule="auto"/>
        <w:jc w:val="both"/>
        <w:rPr>
          <w:rFonts w:eastAsia="Calibri"/>
          <w:spacing w:val="0"/>
        </w:rPr>
      </w:pPr>
    </w:p>
    <w:p w14:paraId="1139AB35"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6C69BF88" w14:textId="77777777" w:rsidR="00F362F3" w:rsidRPr="003E2FC5" w:rsidRDefault="00F362F3" w:rsidP="00F362F3">
      <w:pPr>
        <w:shd w:val="clear" w:color="auto" w:fill="FFFFFF"/>
        <w:spacing w:after="60" w:line="276" w:lineRule="auto"/>
        <w:jc w:val="both"/>
        <w:rPr>
          <w:rFonts w:eastAsia="Calibri"/>
          <w:spacing w:val="0"/>
        </w:rPr>
      </w:pPr>
    </w:p>
    <w:p w14:paraId="2FE5B5D9"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 xml:space="preserve">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w:t>
      </w:r>
      <w:r w:rsidRPr="003E2FC5">
        <w:rPr>
          <w:rFonts w:eastAsia="Calibri"/>
          <w:spacing w:val="0"/>
        </w:rPr>
        <w:lastRenderedPageBreak/>
        <w:t>konfidentsiaalsuskohustus. Vastav konfidentsiaalsuskohustus jääb kehtima pärast lepingu lõppemist.</w:t>
      </w:r>
    </w:p>
    <w:p w14:paraId="1A7E1FF9" w14:textId="77777777" w:rsidR="00F362F3" w:rsidRPr="003E2FC5" w:rsidRDefault="00F362F3" w:rsidP="00F362F3">
      <w:pPr>
        <w:shd w:val="clear" w:color="auto" w:fill="FFFFFF"/>
        <w:spacing w:after="60" w:line="276" w:lineRule="auto"/>
        <w:jc w:val="both"/>
        <w:rPr>
          <w:rFonts w:eastAsia="Calibri"/>
          <w:spacing w:val="0"/>
        </w:rPr>
      </w:pPr>
    </w:p>
    <w:p w14:paraId="739D5AA3"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76AB0E7B" w14:textId="77777777" w:rsidR="00F362F3" w:rsidRPr="003E2FC5" w:rsidRDefault="00F362F3" w:rsidP="00F362F3">
      <w:pPr>
        <w:shd w:val="clear" w:color="auto" w:fill="FFFFFF"/>
        <w:spacing w:after="60" w:line="276" w:lineRule="auto"/>
        <w:jc w:val="both"/>
        <w:rPr>
          <w:rFonts w:eastAsia="Calibri"/>
          <w:spacing w:val="0"/>
        </w:rPr>
      </w:pPr>
    </w:p>
    <w:p w14:paraId="1B577AD9"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06109B8C"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462BECA0"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1E219AC2"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0A3AB5C8"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095C8111"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3CD020A0"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17805D7D" w14:textId="77777777" w:rsidR="00F362F3" w:rsidRPr="003E2FC5" w:rsidRDefault="00F362F3" w:rsidP="00F362F3">
      <w:pPr>
        <w:numPr>
          <w:ilvl w:val="2"/>
          <w:numId w:val="20"/>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28F4334" w14:textId="77777777" w:rsidR="00F362F3" w:rsidRPr="003E2FC5" w:rsidRDefault="00F362F3" w:rsidP="00F362F3">
      <w:pPr>
        <w:numPr>
          <w:ilvl w:val="1"/>
          <w:numId w:val="19"/>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3D11DD9C" w14:textId="77777777" w:rsidR="00F362F3" w:rsidRPr="003E2FC5" w:rsidRDefault="00F362F3" w:rsidP="00F362F3">
      <w:pPr>
        <w:numPr>
          <w:ilvl w:val="1"/>
          <w:numId w:val="19"/>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16F7A97" w14:textId="77777777" w:rsidR="00F362F3" w:rsidRPr="003E2FC5" w:rsidRDefault="00F362F3" w:rsidP="00F362F3">
      <w:pPr>
        <w:spacing w:line="276" w:lineRule="auto"/>
        <w:jc w:val="both"/>
        <w:rPr>
          <w:rFonts w:eastAsia="Calibri"/>
          <w:spacing w:val="0"/>
          <w:lang w:eastAsia="et-EE"/>
        </w:rPr>
      </w:pPr>
    </w:p>
    <w:p w14:paraId="5CBEF9A6" w14:textId="77777777" w:rsidR="00F362F3" w:rsidRPr="003E2FC5" w:rsidRDefault="00F362F3" w:rsidP="00F362F3">
      <w:pPr>
        <w:numPr>
          <w:ilvl w:val="1"/>
          <w:numId w:val="20"/>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257C4CD1" w14:textId="77777777" w:rsidR="00F362F3" w:rsidRPr="003E2FC5" w:rsidRDefault="00F362F3" w:rsidP="00F362F3">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2C9BBCE7"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lastRenderedPageBreak/>
        <w:t>kirjeldada (isikuandmetega seotud) rikkumise laadi, sealhulgas puudutatud andmesubjektide liike ja arvu ning puudutatud kirjete liike ja arvu;</w:t>
      </w:r>
    </w:p>
    <w:p w14:paraId="6DAAAEA0"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47FA1F9E"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619BD507"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32484536"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1993F007" w14:textId="77777777" w:rsidR="00F362F3" w:rsidRPr="003E2FC5" w:rsidRDefault="00F362F3" w:rsidP="00F362F3">
      <w:pPr>
        <w:numPr>
          <w:ilvl w:val="2"/>
          <w:numId w:val="19"/>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5B6BF3FD" w14:textId="77777777" w:rsidR="00F362F3" w:rsidRPr="003E2FC5" w:rsidRDefault="00F362F3" w:rsidP="00F362F3">
      <w:pPr>
        <w:spacing w:line="276" w:lineRule="auto"/>
        <w:ind w:firstLine="60"/>
        <w:jc w:val="both"/>
        <w:rPr>
          <w:rFonts w:eastAsia="Calibri"/>
          <w:spacing w:val="0"/>
          <w:lang w:eastAsia="et-EE"/>
        </w:rPr>
      </w:pPr>
    </w:p>
    <w:p w14:paraId="577C1AA2" w14:textId="77777777" w:rsidR="00F362F3" w:rsidRPr="003E2FC5" w:rsidRDefault="00F362F3" w:rsidP="00F362F3">
      <w:pPr>
        <w:numPr>
          <w:ilvl w:val="1"/>
          <w:numId w:val="20"/>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4F169E01" w14:textId="77777777" w:rsidR="00F362F3" w:rsidRPr="003E2FC5" w:rsidRDefault="00F362F3" w:rsidP="00F362F3">
      <w:pPr>
        <w:shd w:val="clear" w:color="auto" w:fill="FFFFFF"/>
        <w:spacing w:after="60" w:line="276" w:lineRule="auto"/>
        <w:jc w:val="both"/>
        <w:rPr>
          <w:rFonts w:eastAsia="Calibri"/>
          <w:spacing w:val="0"/>
        </w:rPr>
      </w:pPr>
    </w:p>
    <w:p w14:paraId="31B86E72"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0B71DC57" w14:textId="77777777" w:rsidR="00F362F3" w:rsidRPr="003E2FC5" w:rsidRDefault="00F362F3" w:rsidP="00F362F3">
      <w:pPr>
        <w:shd w:val="clear" w:color="auto" w:fill="FFFFFF"/>
        <w:spacing w:after="60" w:line="276" w:lineRule="auto"/>
        <w:jc w:val="both"/>
        <w:rPr>
          <w:rFonts w:eastAsia="Calibri"/>
          <w:spacing w:val="0"/>
        </w:rPr>
      </w:pPr>
    </w:p>
    <w:p w14:paraId="2A1EAFAD"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764650EB" w14:textId="77777777" w:rsidR="00F362F3" w:rsidRPr="003E2FC5" w:rsidRDefault="00F362F3" w:rsidP="00F362F3">
      <w:pPr>
        <w:shd w:val="clear" w:color="auto" w:fill="FFFFFF"/>
        <w:spacing w:after="60" w:line="276" w:lineRule="auto"/>
        <w:jc w:val="both"/>
        <w:rPr>
          <w:rFonts w:eastAsia="Calibri"/>
          <w:spacing w:val="0"/>
        </w:rPr>
      </w:pPr>
    </w:p>
    <w:p w14:paraId="029B35BF" w14:textId="77777777" w:rsidR="00F362F3" w:rsidRPr="003E2FC5" w:rsidRDefault="00F362F3" w:rsidP="00F362F3">
      <w:pPr>
        <w:numPr>
          <w:ilvl w:val="1"/>
          <w:numId w:val="20"/>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76982EE" w14:textId="77777777" w:rsidR="00F362F3" w:rsidRPr="003E2FC5" w:rsidRDefault="00F362F3" w:rsidP="00F362F3">
      <w:pPr>
        <w:shd w:val="clear" w:color="auto" w:fill="FFFFFF"/>
        <w:spacing w:after="60" w:line="276" w:lineRule="auto"/>
        <w:jc w:val="both"/>
        <w:rPr>
          <w:rFonts w:eastAsia="Calibri"/>
          <w:spacing w:val="0"/>
        </w:rPr>
      </w:pPr>
    </w:p>
    <w:p w14:paraId="45D0B430" w14:textId="77777777" w:rsidR="00F362F3" w:rsidRPr="003E2FC5" w:rsidRDefault="00F362F3" w:rsidP="00F362F3">
      <w:pPr>
        <w:numPr>
          <w:ilvl w:val="1"/>
          <w:numId w:val="20"/>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729D6A1B" w14:textId="77777777" w:rsidR="00F362F3" w:rsidRPr="003E2FC5" w:rsidRDefault="00F362F3" w:rsidP="00F362F3">
      <w:pPr>
        <w:shd w:val="clear" w:color="auto" w:fill="FFFFFF"/>
        <w:spacing w:after="60" w:line="276" w:lineRule="auto"/>
        <w:jc w:val="both"/>
        <w:rPr>
          <w:rFonts w:eastAsia="Calibri"/>
          <w:spacing w:val="0"/>
        </w:rPr>
      </w:pPr>
    </w:p>
    <w:p w14:paraId="1BFC7164" w14:textId="77777777" w:rsidR="00F362F3" w:rsidRPr="003E2FC5" w:rsidRDefault="00F362F3" w:rsidP="00F362F3">
      <w:pPr>
        <w:numPr>
          <w:ilvl w:val="0"/>
          <w:numId w:val="20"/>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3E96CC3D" w14:textId="77777777" w:rsidR="00F362F3" w:rsidRPr="003E2FC5" w:rsidRDefault="00F362F3" w:rsidP="00F362F3">
      <w:pPr>
        <w:shd w:val="clear" w:color="auto" w:fill="FFFFFF"/>
        <w:spacing w:after="60" w:line="276" w:lineRule="auto"/>
        <w:jc w:val="both"/>
        <w:rPr>
          <w:rFonts w:eastAsia="Calibri"/>
          <w:spacing w:val="0"/>
        </w:rPr>
      </w:pPr>
    </w:p>
    <w:p w14:paraId="3A2621DE" w14:textId="77777777" w:rsidR="00F362F3" w:rsidRPr="003E2FC5" w:rsidRDefault="00F362F3" w:rsidP="00F362F3">
      <w:pPr>
        <w:numPr>
          <w:ilvl w:val="0"/>
          <w:numId w:val="20"/>
        </w:numPr>
        <w:shd w:val="clear" w:color="auto" w:fill="FFFFFF"/>
        <w:spacing w:after="60" w:line="276" w:lineRule="auto"/>
        <w:contextualSpacing/>
        <w:jc w:val="both"/>
        <w:rPr>
          <w:rFonts w:eastAsia="Calibri"/>
          <w:spacing w:val="0"/>
        </w:rPr>
      </w:pPr>
      <w:r w:rsidRPr="003E2FC5">
        <w:rPr>
          <w:rFonts w:eastAsia="Calibri"/>
          <w:spacing w:val="0"/>
        </w:rPr>
        <w:lastRenderedPageBreak/>
        <w:t>Käesoleva lepingulisa punktis 2.1 sätestatud konfidentsiaalsuskohustuse nõue on tähtajatu ning kehtib nii lepingu täitmise ajal kui ka pärast lepingu lõppemist.</w:t>
      </w:r>
    </w:p>
    <w:p w14:paraId="63EE1617" w14:textId="77777777" w:rsidR="00F362F3" w:rsidRPr="003E2FC5" w:rsidRDefault="00F362F3" w:rsidP="00F362F3">
      <w:pPr>
        <w:shd w:val="clear" w:color="auto" w:fill="FFFFFF"/>
        <w:spacing w:after="60" w:line="276" w:lineRule="auto"/>
        <w:jc w:val="both"/>
        <w:rPr>
          <w:rFonts w:eastAsia="Calibri"/>
          <w:spacing w:val="0"/>
        </w:rPr>
      </w:pPr>
    </w:p>
    <w:p w14:paraId="3FD26565" w14:textId="77777777" w:rsidR="00F362F3" w:rsidRPr="003E2FC5" w:rsidRDefault="00F362F3" w:rsidP="00F362F3">
      <w:pPr>
        <w:numPr>
          <w:ilvl w:val="0"/>
          <w:numId w:val="20"/>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0588A2E5" w14:textId="77777777" w:rsidR="00F362F3" w:rsidRPr="003E2FC5" w:rsidRDefault="00F362F3" w:rsidP="00F362F3">
      <w:pPr>
        <w:ind w:left="720"/>
        <w:contextualSpacing/>
        <w:rPr>
          <w:rFonts w:eastAsia="Calibri"/>
          <w:spacing w:val="0"/>
        </w:rPr>
      </w:pPr>
    </w:p>
    <w:p w14:paraId="65DDDE71" w14:textId="77777777" w:rsidR="00F362F3" w:rsidRPr="003E2FC5" w:rsidRDefault="00F362F3" w:rsidP="00F362F3">
      <w:pPr>
        <w:numPr>
          <w:ilvl w:val="0"/>
          <w:numId w:val="20"/>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0BAB782F" w14:textId="77777777" w:rsidR="00F362F3" w:rsidRPr="003E2FC5" w:rsidRDefault="00F362F3" w:rsidP="00F362F3">
      <w:pPr>
        <w:rPr>
          <w:rFonts w:eastAsia="Calibri"/>
          <w:spacing w:val="0"/>
        </w:rPr>
      </w:pPr>
    </w:p>
    <w:p w14:paraId="4C2E6277" w14:textId="77777777" w:rsidR="00F362F3" w:rsidRPr="003E2FC5" w:rsidRDefault="00F362F3" w:rsidP="00F362F3">
      <w:pPr>
        <w:shd w:val="clear" w:color="auto" w:fill="FFFFFF"/>
        <w:spacing w:after="60" w:line="276" w:lineRule="auto"/>
        <w:jc w:val="both"/>
        <w:rPr>
          <w:rFonts w:eastAsia="Calibri"/>
          <w:spacing w:val="0"/>
        </w:rPr>
      </w:pPr>
    </w:p>
    <w:p w14:paraId="2A843C55" w14:textId="77777777" w:rsidR="00F362F3" w:rsidRPr="003E2FC5" w:rsidRDefault="00F362F3" w:rsidP="00F362F3">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2E0B5F33" w14:textId="77777777" w:rsidR="00F362F3" w:rsidRPr="003E2FC5" w:rsidRDefault="00F362F3" w:rsidP="00F362F3">
      <w:pPr>
        <w:shd w:val="clear" w:color="auto" w:fill="FFFFFF"/>
        <w:spacing w:after="60" w:line="276" w:lineRule="auto"/>
        <w:jc w:val="both"/>
        <w:rPr>
          <w:rFonts w:eastAsia="Calibri"/>
          <w:b/>
          <w:spacing w:val="0"/>
        </w:rPr>
      </w:pPr>
    </w:p>
    <w:p w14:paraId="054FE499" w14:textId="77777777" w:rsidR="00F362F3" w:rsidRPr="003E2FC5" w:rsidRDefault="00F362F3" w:rsidP="00F362F3">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6501767B" w14:textId="77777777" w:rsidR="00F362F3" w:rsidRPr="003E2FC5" w:rsidRDefault="00F362F3" w:rsidP="00F362F3">
      <w:pPr>
        <w:shd w:val="clear" w:color="auto" w:fill="FFFFFF"/>
        <w:spacing w:after="60" w:line="276" w:lineRule="auto"/>
        <w:jc w:val="both"/>
        <w:rPr>
          <w:rFonts w:eastAsia="Calibri"/>
          <w:spacing w:val="0"/>
        </w:rPr>
      </w:pPr>
    </w:p>
    <w:p w14:paraId="042B2FAB" w14:textId="77777777" w:rsidR="00F362F3" w:rsidRPr="003E2FC5" w:rsidRDefault="00F362F3" w:rsidP="00F362F3">
      <w:pPr>
        <w:rPr>
          <w:rFonts w:eastAsia="Calibri"/>
          <w:spacing w:val="0"/>
          <w:lang w:eastAsia="et-EE"/>
        </w:rPr>
      </w:pPr>
    </w:p>
    <w:p w14:paraId="07D06494" w14:textId="77777777" w:rsidR="00F362F3" w:rsidRPr="003E2FC5" w:rsidRDefault="00F362F3" w:rsidP="00F362F3">
      <w:pPr>
        <w:jc w:val="both"/>
        <w:outlineLvl w:val="0"/>
        <w:rPr>
          <w:rFonts w:eastAsia="Calibri"/>
          <w:b/>
          <w:spacing w:val="0"/>
          <w:lang w:eastAsia="et-EE"/>
        </w:rPr>
      </w:pPr>
      <w:sdt>
        <w:sdtPr>
          <w:rPr>
            <w:rFonts w:eastAsia="Calibri"/>
            <w:b/>
            <w:spacing w:val="0"/>
          </w:rPr>
          <w:id w:val="-720835202"/>
          <w:placeholder>
            <w:docPart w:val="E156F1CD7EE7492E81E9BB03C4726D60"/>
          </w:placeholder>
          <w:comboBox>
            <w:listItem w:displayText=" " w:value=" "/>
            <w:listItem w:displayText="(allkirjastatud digitaalselt)" w:value="(allkirjastatud digitaalselt)"/>
          </w:comboBox>
        </w:sdtPr>
        <w:sdtContent>
          <w:r w:rsidRPr="003E2FC5">
            <w:rPr>
              <w:rFonts w:eastAsia="Calibri"/>
              <w:b/>
              <w:spacing w:val="0"/>
            </w:rPr>
            <w:t>[Vali sobiv]</w:t>
          </w:r>
        </w:sdtContent>
      </w:sdt>
      <w:r w:rsidRPr="003E2FC5">
        <w:rPr>
          <w:rFonts w:eastAsia="Calibri"/>
          <w:b/>
          <w:spacing w:val="0"/>
          <w:lang w:eastAsia="et-EE"/>
        </w:rPr>
        <w:tab/>
      </w:r>
      <w:r w:rsidRPr="003E2FC5">
        <w:rPr>
          <w:rFonts w:eastAsia="Calibri"/>
          <w:b/>
          <w:spacing w:val="0"/>
          <w:lang w:eastAsia="et-EE"/>
        </w:rPr>
        <w:tab/>
      </w:r>
      <w:r w:rsidRPr="003E2FC5">
        <w:rPr>
          <w:rFonts w:eastAsia="Calibri"/>
          <w:b/>
          <w:spacing w:val="0"/>
          <w:lang w:eastAsia="et-EE"/>
        </w:rPr>
        <w:tab/>
      </w:r>
      <w:r w:rsidRPr="003E2FC5">
        <w:rPr>
          <w:rFonts w:eastAsia="Calibri"/>
          <w:b/>
          <w:spacing w:val="0"/>
          <w:lang w:eastAsia="et-EE"/>
        </w:rPr>
        <w:tab/>
      </w:r>
      <w:r w:rsidRPr="003E2FC5">
        <w:rPr>
          <w:rFonts w:eastAsia="Calibri"/>
          <w:b/>
          <w:spacing w:val="0"/>
          <w:lang w:eastAsia="et-EE"/>
        </w:rPr>
        <w:tab/>
      </w:r>
      <w:r w:rsidRPr="003E2FC5">
        <w:rPr>
          <w:rFonts w:eastAsia="Calibri"/>
          <w:b/>
          <w:spacing w:val="0"/>
          <w:lang w:eastAsia="et-EE"/>
        </w:rPr>
        <w:tab/>
        <w:t xml:space="preserve">   </w:t>
      </w:r>
      <w:sdt>
        <w:sdtPr>
          <w:rPr>
            <w:rFonts w:eastAsia="Calibri"/>
            <w:b/>
            <w:spacing w:val="0"/>
          </w:rPr>
          <w:id w:val="2011569155"/>
          <w:placeholder>
            <w:docPart w:val="90D49E887EEB417BB1494851BDBDCBE3"/>
          </w:placeholder>
          <w:comboBox>
            <w:listItem w:displayText=" " w:value=" "/>
            <w:listItem w:displayText="(allkirjastatud digitaalselt)" w:value="(allkirjastatud digitaalselt)"/>
          </w:comboBox>
        </w:sdtPr>
        <w:sdtContent>
          <w:r w:rsidRPr="003E2FC5">
            <w:rPr>
              <w:rFonts w:eastAsia="Calibri"/>
              <w:b/>
              <w:spacing w:val="0"/>
            </w:rPr>
            <w:t>[Vali sobiv]</w:t>
          </w:r>
        </w:sdtContent>
      </w:sdt>
      <w:r w:rsidRPr="003E2FC5">
        <w:rPr>
          <w:rFonts w:eastAsia="Calibri"/>
          <w:b/>
          <w:spacing w:val="0"/>
          <w:lang w:eastAsia="et-EE"/>
        </w:rPr>
        <w:tab/>
      </w:r>
    </w:p>
    <w:p w14:paraId="60AF30BE" w14:textId="77777777" w:rsidR="00F362F3" w:rsidRPr="003E2FC5" w:rsidRDefault="00F362F3" w:rsidP="00F362F3">
      <w:pPr>
        <w:jc w:val="both"/>
        <w:outlineLvl w:val="0"/>
        <w:rPr>
          <w:rFonts w:eastAsia="Calibri"/>
          <w:b/>
          <w:spacing w:val="0"/>
          <w:lang w:eastAsia="et-EE"/>
        </w:rPr>
      </w:pPr>
    </w:p>
    <w:p w14:paraId="3BEDE4F5" w14:textId="77777777" w:rsidR="00F362F3" w:rsidRPr="003E2FC5" w:rsidRDefault="00F362F3" w:rsidP="00F362F3">
      <w:pPr>
        <w:tabs>
          <w:tab w:val="left" w:pos="5103"/>
        </w:tabs>
        <w:jc w:val="both"/>
        <w:rPr>
          <w:rFonts w:eastAsia="Calibri"/>
          <w:spacing w:val="0"/>
        </w:rPr>
      </w:pPr>
    </w:p>
    <w:p w14:paraId="30754F1D" w14:textId="77777777" w:rsidR="00F362F3" w:rsidRPr="003E2FC5" w:rsidRDefault="00F362F3" w:rsidP="00F362F3">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1F68E9A6" w14:textId="77777777" w:rsidR="00F362F3" w:rsidRPr="009F6729" w:rsidRDefault="00F362F3" w:rsidP="00F362F3">
      <w:pPr>
        <w:tabs>
          <w:tab w:val="left" w:pos="6630"/>
        </w:tabs>
        <w:rPr>
          <w:spacing w:val="0"/>
        </w:rPr>
      </w:pPr>
    </w:p>
    <w:p w14:paraId="01C61709" w14:textId="77777777" w:rsidR="00FA4896" w:rsidRDefault="00FA4896" w:rsidP="00E42046"/>
    <w:sectPr w:rsidR="00FA4896" w:rsidSect="00260A47">
      <w:type w:val="continuous"/>
      <w:pgSz w:w="11906" w:h="16838"/>
      <w:pgMar w:top="851"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4E30E" w14:textId="77777777" w:rsidR="00CA4B44" w:rsidRDefault="00CA4B44" w:rsidP="00E860E7">
      <w:r>
        <w:separator/>
      </w:r>
    </w:p>
  </w:endnote>
  <w:endnote w:type="continuationSeparator" w:id="0">
    <w:p w14:paraId="393C1C65" w14:textId="77777777" w:rsidR="00CA4B44" w:rsidRDefault="00CA4B44" w:rsidP="00E8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7B25E" w14:textId="77777777" w:rsidR="00CA4B44" w:rsidRDefault="00CA4B44" w:rsidP="00E860E7">
      <w:r>
        <w:separator/>
      </w:r>
    </w:p>
  </w:footnote>
  <w:footnote w:type="continuationSeparator" w:id="0">
    <w:p w14:paraId="3AEE90C9" w14:textId="77777777" w:rsidR="00CA4B44" w:rsidRDefault="00CA4B44" w:rsidP="00E86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3124200"/>
      <w:docPartObj>
        <w:docPartGallery w:val="Page Numbers (Top of Page)"/>
        <w:docPartUnique/>
      </w:docPartObj>
    </w:sdtPr>
    <w:sdtEndPr/>
    <w:sdtContent>
      <w:p w14:paraId="1C133504" w14:textId="20EF1087" w:rsidR="00E860E7" w:rsidRPr="003935CD" w:rsidRDefault="00E860E7" w:rsidP="00E860E7">
        <w:pPr>
          <w:pStyle w:val="Pis"/>
          <w:tabs>
            <w:tab w:val="clear" w:pos="4536"/>
          </w:tabs>
          <w:ind w:left="4536"/>
          <w:jc w:val="right"/>
          <w:rPr>
            <w:rFonts w:ascii="Arial" w:hAnsi="Arial" w:cs="Arial"/>
            <w:b/>
            <w:sz w:val="18"/>
            <w:szCs w:val="18"/>
          </w:rPr>
        </w:pPr>
        <w:r>
          <w:fldChar w:fldCharType="begin"/>
        </w:r>
        <w:r>
          <w:instrText>PAGE   \* MERGEFORMAT</w:instrText>
        </w:r>
        <w:r>
          <w:fldChar w:fldCharType="separate"/>
        </w:r>
        <w:r w:rsidR="006D7288">
          <w:rPr>
            <w:noProof/>
          </w:rPr>
          <w:t>3</w:t>
        </w:r>
        <w:r>
          <w:fldChar w:fldCharType="end"/>
        </w:r>
        <w:r>
          <w:tab/>
        </w:r>
      </w:p>
      <w:p w14:paraId="27E595B9" w14:textId="77777777" w:rsidR="00E860E7" w:rsidRDefault="00981F14">
        <w:pPr>
          <w:pStyle w:val="Pis"/>
          <w:jc w:val="center"/>
        </w:pPr>
      </w:p>
    </w:sdtContent>
  </w:sdt>
  <w:p w14:paraId="2DADA7AF" w14:textId="77777777" w:rsidR="00E860E7" w:rsidRDefault="00E860E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8B02EC0"/>
    <w:multiLevelType w:val="multilevel"/>
    <w:tmpl w:val="90CEC516"/>
    <w:lvl w:ilvl="0">
      <w:start w:val="1"/>
      <w:numFmt w:val="decimal"/>
      <w:pStyle w:val="Pealkiri110"/>
      <w:lvlText w:val="%1."/>
      <w:lvlJc w:val="left"/>
      <w:pPr>
        <w:ind w:left="432" w:hanging="432"/>
      </w:pPr>
      <w:rPr>
        <w:rFonts w:hint="default"/>
      </w:rPr>
    </w:lvl>
    <w:lvl w:ilvl="1">
      <w:start w:val="1"/>
      <w:numFmt w:val="decimal"/>
      <w:pStyle w:val="Pealkiri210"/>
      <w:lvlText w:val="%1.%2."/>
      <w:lvlJc w:val="left"/>
      <w:pPr>
        <w:ind w:left="576" w:hanging="576"/>
      </w:pPr>
      <w:rPr>
        <w:rFonts w:hint="default"/>
        <w:b w:val="0"/>
      </w:rPr>
    </w:lvl>
    <w:lvl w:ilvl="2">
      <w:start w:val="1"/>
      <w:numFmt w:val="decimal"/>
      <w:pStyle w:val="Pealkiri310"/>
      <w:lvlText w:val="%1.%2.%3"/>
      <w:lvlJc w:val="left"/>
      <w:pPr>
        <w:ind w:left="720" w:hanging="720"/>
      </w:pPr>
      <w:rPr>
        <w:rFonts w:hint="default"/>
      </w:rPr>
    </w:lvl>
    <w:lvl w:ilvl="3">
      <w:start w:val="1"/>
      <w:numFmt w:val="decimal"/>
      <w:pStyle w:val="Pealkiri410"/>
      <w:lvlText w:val="%1.%2.%3.%4"/>
      <w:lvlJc w:val="left"/>
      <w:pPr>
        <w:ind w:left="864" w:hanging="864"/>
      </w:pPr>
      <w:rPr>
        <w:rFonts w:hint="default"/>
      </w:rPr>
    </w:lvl>
    <w:lvl w:ilvl="4">
      <w:start w:val="1"/>
      <w:numFmt w:val="decimal"/>
      <w:pStyle w:val="Pealkiri510"/>
      <w:lvlText w:val="%1.%2.%3.%4.%5"/>
      <w:lvlJc w:val="left"/>
      <w:pPr>
        <w:ind w:left="1008" w:hanging="1008"/>
      </w:pPr>
      <w:rPr>
        <w:rFonts w:hint="default"/>
      </w:rPr>
    </w:lvl>
    <w:lvl w:ilvl="5">
      <w:start w:val="1"/>
      <w:numFmt w:val="decimal"/>
      <w:pStyle w:val="Pealkiri610"/>
      <w:lvlText w:val="%1.%2.%3.%4.%5.%6"/>
      <w:lvlJc w:val="left"/>
      <w:pPr>
        <w:ind w:left="1152" w:hanging="1152"/>
      </w:pPr>
      <w:rPr>
        <w:rFonts w:hint="default"/>
      </w:rPr>
    </w:lvl>
    <w:lvl w:ilvl="6">
      <w:start w:val="1"/>
      <w:numFmt w:val="decimal"/>
      <w:pStyle w:val="Pealkiri710"/>
      <w:lvlText w:val="%1.%2.%3.%4.%5.%6.%7"/>
      <w:lvlJc w:val="left"/>
      <w:pPr>
        <w:ind w:left="1296" w:hanging="1296"/>
      </w:pPr>
      <w:rPr>
        <w:rFonts w:hint="default"/>
      </w:rPr>
    </w:lvl>
    <w:lvl w:ilvl="7">
      <w:start w:val="1"/>
      <w:numFmt w:val="decimal"/>
      <w:pStyle w:val="Pealkiri810"/>
      <w:lvlText w:val="%1.%2.%3.%4.%5.%6.%7.%8"/>
      <w:lvlJc w:val="left"/>
      <w:pPr>
        <w:ind w:left="1440" w:hanging="1440"/>
      </w:pPr>
      <w:rPr>
        <w:rFonts w:hint="default"/>
      </w:rPr>
    </w:lvl>
    <w:lvl w:ilvl="8">
      <w:start w:val="1"/>
      <w:numFmt w:val="decimal"/>
      <w:pStyle w:val="Pealkiri910"/>
      <w:lvlText w:val="%1.%2.%3.%4.%5.%6.%7.%8.%9"/>
      <w:lvlJc w:val="left"/>
      <w:pPr>
        <w:ind w:left="1584" w:hanging="1584"/>
      </w:pPr>
      <w:rPr>
        <w:rFonts w:hint="default"/>
      </w:rPr>
    </w:lvl>
  </w:abstractNum>
  <w:num w:numId="1" w16cid:durableId="135807600">
    <w:abstractNumId w:val="5"/>
  </w:num>
  <w:num w:numId="2" w16cid:durableId="1539855909">
    <w:abstractNumId w:val="5"/>
  </w:num>
  <w:num w:numId="3" w16cid:durableId="1715617179">
    <w:abstractNumId w:val="5"/>
  </w:num>
  <w:num w:numId="4" w16cid:durableId="1175464467">
    <w:abstractNumId w:val="5"/>
  </w:num>
  <w:num w:numId="5" w16cid:durableId="484974844">
    <w:abstractNumId w:val="5"/>
  </w:num>
  <w:num w:numId="6" w16cid:durableId="901020192">
    <w:abstractNumId w:val="5"/>
  </w:num>
  <w:num w:numId="7" w16cid:durableId="914321037">
    <w:abstractNumId w:val="5"/>
  </w:num>
  <w:num w:numId="8" w16cid:durableId="982122866">
    <w:abstractNumId w:val="5"/>
  </w:num>
  <w:num w:numId="9" w16cid:durableId="1237089723">
    <w:abstractNumId w:val="5"/>
  </w:num>
  <w:num w:numId="10" w16cid:durableId="1554081369">
    <w:abstractNumId w:val="5"/>
  </w:num>
  <w:num w:numId="11" w16cid:durableId="1162697191">
    <w:abstractNumId w:val="5"/>
  </w:num>
  <w:num w:numId="12" w16cid:durableId="588852615">
    <w:abstractNumId w:val="5"/>
  </w:num>
  <w:num w:numId="13" w16cid:durableId="986056120">
    <w:abstractNumId w:val="5"/>
  </w:num>
  <w:num w:numId="14" w16cid:durableId="1510178713">
    <w:abstractNumId w:val="0"/>
  </w:num>
  <w:num w:numId="15" w16cid:durableId="1491483693">
    <w:abstractNumId w:val="3"/>
  </w:num>
  <w:num w:numId="16" w16cid:durableId="1576276445">
    <w:abstractNumId w:val="5"/>
  </w:num>
  <w:num w:numId="17" w16cid:durableId="715084648">
    <w:abstractNumId w:val="4"/>
  </w:num>
  <w:num w:numId="18" w16cid:durableId="1918443216">
    <w:abstractNumId w:val="5"/>
  </w:num>
  <w:num w:numId="19" w16cid:durableId="2104564099">
    <w:abstractNumId w:val="2"/>
  </w:num>
  <w:num w:numId="20" w16cid:durableId="706680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8F9"/>
    <w:rsid w:val="00006338"/>
    <w:rsid w:val="0002709A"/>
    <w:rsid w:val="00037291"/>
    <w:rsid w:val="0006424E"/>
    <w:rsid w:val="000B35FD"/>
    <w:rsid w:val="000C0365"/>
    <w:rsid w:val="001865D2"/>
    <w:rsid w:val="001D7036"/>
    <w:rsid w:val="00214855"/>
    <w:rsid w:val="0021631B"/>
    <w:rsid w:val="00222207"/>
    <w:rsid w:val="0025021B"/>
    <w:rsid w:val="00260A47"/>
    <w:rsid w:val="002868F4"/>
    <w:rsid w:val="002F2AB1"/>
    <w:rsid w:val="00330298"/>
    <w:rsid w:val="00360515"/>
    <w:rsid w:val="003932BD"/>
    <w:rsid w:val="003D3EC4"/>
    <w:rsid w:val="003D4BD6"/>
    <w:rsid w:val="003D6E68"/>
    <w:rsid w:val="003F0702"/>
    <w:rsid w:val="00483296"/>
    <w:rsid w:val="00533382"/>
    <w:rsid w:val="006208E4"/>
    <w:rsid w:val="00634027"/>
    <w:rsid w:val="006D7288"/>
    <w:rsid w:val="007657D5"/>
    <w:rsid w:val="007B276C"/>
    <w:rsid w:val="007B32B8"/>
    <w:rsid w:val="007E7478"/>
    <w:rsid w:val="007F76DD"/>
    <w:rsid w:val="008B28F9"/>
    <w:rsid w:val="00922716"/>
    <w:rsid w:val="00924B7E"/>
    <w:rsid w:val="00981F14"/>
    <w:rsid w:val="009B34A4"/>
    <w:rsid w:val="00A44492"/>
    <w:rsid w:val="00A45A5A"/>
    <w:rsid w:val="00A7188A"/>
    <w:rsid w:val="00AF31ED"/>
    <w:rsid w:val="00B4026D"/>
    <w:rsid w:val="00BC0A3B"/>
    <w:rsid w:val="00C2271C"/>
    <w:rsid w:val="00C30EA2"/>
    <w:rsid w:val="00C338B2"/>
    <w:rsid w:val="00C5285B"/>
    <w:rsid w:val="00CA4B44"/>
    <w:rsid w:val="00CC3FEC"/>
    <w:rsid w:val="00CE5281"/>
    <w:rsid w:val="00D24AA4"/>
    <w:rsid w:val="00D30392"/>
    <w:rsid w:val="00D35C89"/>
    <w:rsid w:val="00D92C09"/>
    <w:rsid w:val="00DB1793"/>
    <w:rsid w:val="00E207DF"/>
    <w:rsid w:val="00E42046"/>
    <w:rsid w:val="00E50264"/>
    <w:rsid w:val="00E5110C"/>
    <w:rsid w:val="00E74C8C"/>
    <w:rsid w:val="00E8115C"/>
    <w:rsid w:val="00E860E7"/>
    <w:rsid w:val="00F30F62"/>
    <w:rsid w:val="00F362F3"/>
    <w:rsid w:val="00F416C4"/>
    <w:rsid w:val="00F46CDF"/>
    <w:rsid w:val="00F54832"/>
    <w:rsid w:val="00F92B8F"/>
    <w:rsid w:val="00FA4896"/>
    <w:rsid w:val="00FF58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A50B0"/>
  <w15:docId w15:val="{E1AC2F59-FB36-4034-A97C-98D0A275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32B8"/>
    <w:pPr>
      <w:spacing w:after="0" w:line="240" w:lineRule="auto"/>
    </w:pPr>
    <w:rPr>
      <w:rFonts w:ascii="Times New Roman" w:eastAsia="Times New Roman" w:hAnsi="Times New Roman" w:cs="Times New Roman"/>
      <w:spacing w:val="-20"/>
      <w:sz w:val="24"/>
      <w:szCs w:val="24"/>
    </w:rPr>
  </w:style>
  <w:style w:type="paragraph" w:styleId="Pealkiri1">
    <w:name w:val="heading 1"/>
    <w:basedOn w:val="Normaallaad"/>
    <w:next w:val="Normaallaad"/>
    <w:link w:val="Pealkiri1Mrk"/>
    <w:qFormat/>
    <w:rsid w:val="007B32B8"/>
    <w:pPr>
      <w:keepNext/>
      <w:outlineLvl w:val="0"/>
    </w:pPr>
    <w:rPr>
      <w:b/>
      <w:bCs/>
      <w:spacing w:val="0"/>
      <w:szCs w:val="23"/>
    </w:rPr>
  </w:style>
  <w:style w:type="paragraph" w:styleId="Pealkiri4">
    <w:name w:val="heading 4"/>
    <w:basedOn w:val="Normaallaad"/>
    <w:next w:val="Normaallaad"/>
    <w:link w:val="Pealkiri4Mrk"/>
    <w:qFormat/>
    <w:rsid w:val="007B32B8"/>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7B32B8"/>
    <w:rPr>
      <w:rFonts w:ascii="Times New Roman" w:eastAsia="Times New Roman" w:hAnsi="Times New Roman" w:cs="Times New Roman"/>
      <w:b/>
      <w:bCs/>
      <w:sz w:val="24"/>
      <w:szCs w:val="23"/>
    </w:rPr>
  </w:style>
  <w:style w:type="character" w:customStyle="1" w:styleId="Pealkiri4Mrk">
    <w:name w:val="Pealkiri 4 Märk"/>
    <w:basedOn w:val="Liguvaikefont"/>
    <w:link w:val="Pealkiri4"/>
    <w:rsid w:val="007B32B8"/>
    <w:rPr>
      <w:rFonts w:ascii="Times New Roman" w:eastAsia="Times New Roman" w:hAnsi="Times New Roman" w:cs="Times New Roman"/>
      <w:b/>
      <w:bCs/>
      <w:sz w:val="24"/>
      <w:szCs w:val="20"/>
    </w:rPr>
  </w:style>
  <w:style w:type="paragraph" w:styleId="Pealkiri">
    <w:name w:val="Title"/>
    <w:basedOn w:val="Normaallaad"/>
    <w:link w:val="PealkiriMrk"/>
    <w:qFormat/>
    <w:rsid w:val="007B32B8"/>
    <w:pPr>
      <w:jc w:val="center"/>
    </w:pPr>
    <w:rPr>
      <w:b/>
      <w:bCs/>
      <w:spacing w:val="0"/>
    </w:rPr>
  </w:style>
  <w:style w:type="character" w:customStyle="1" w:styleId="PealkiriMrk">
    <w:name w:val="Pealkiri Märk"/>
    <w:basedOn w:val="Liguvaikefont"/>
    <w:link w:val="Pealkiri"/>
    <w:rsid w:val="007B32B8"/>
    <w:rPr>
      <w:rFonts w:ascii="Times New Roman" w:eastAsia="Times New Roman" w:hAnsi="Times New Roman" w:cs="Times New Roman"/>
      <w:b/>
      <w:bCs/>
      <w:sz w:val="24"/>
      <w:szCs w:val="24"/>
    </w:rPr>
  </w:style>
  <w:style w:type="paragraph" w:styleId="Jalus">
    <w:name w:val="footer"/>
    <w:basedOn w:val="Normaallaad"/>
    <w:link w:val="JalusMrk"/>
    <w:unhideWhenUsed/>
    <w:rsid w:val="00E860E7"/>
    <w:pPr>
      <w:tabs>
        <w:tab w:val="center" w:pos="4536"/>
        <w:tab w:val="right" w:pos="9072"/>
      </w:tabs>
    </w:pPr>
    <w:rPr>
      <w:rFonts w:asciiTheme="minorHAnsi" w:eastAsiaTheme="minorHAnsi" w:hAnsiTheme="minorHAnsi" w:cstheme="minorBidi"/>
      <w:spacing w:val="0"/>
      <w:sz w:val="22"/>
      <w:szCs w:val="22"/>
    </w:rPr>
  </w:style>
  <w:style w:type="character" w:customStyle="1" w:styleId="JalusMrk">
    <w:name w:val="Jalus Märk"/>
    <w:basedOn w:val="Liguvaikefont"/>
    <w:link w:val="Jalus"/>
    <w:rsid w:val="00E860E7"/>
  </w:style>
  <w:style w:type="paragraph" w:styleId="Pealdis">
    <w:name w:val="caption"/>
    <w:basedOn w:val="Normaallaad"/>
    <w:next w:val="Normaallaad"/>
    <w:qFormat/>
    <w:rsid w:val="00E860E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is">
    <w:name w:val="header"/>
    <w:basedOn w:val="Normaallaad"/>
    <w:link w:val="PisMrk"/>
    <w:uiPriority w:val="99"/>
    <w:unhideWhenUsed/>
    <w:rsid w:val="00E860E7"/>
    <w:pPr>
      <w:tabs>
        <w:tab w:val="center" w:pos="4536"/>
        <w:tab w:val="right" w:pos="9072"/>
      </w:tabs>
    </w:pPr>
  </w:style>
  <w:style w:type="character" w:customStyle="1" w:styleId="PisMrk">
    <w:name w:val="Päis Märk"/>
    <w:basedOn w:val="Liguvaikefont"/>
    <w:link w:val="Pis"/>
    <w:uiPriority w:val="99"/>
    <w:rsid w:val="00E860E7"/>
    <w:rPr>
      <w:rFonts w:ascii="Times New Roman" w:eastAsia="Times New Roman" w:hAnsi="Times New Roman" w:cs="Times New Roman"/>
      <w:spacing w:val="-20"/>
      <w:sz w:val="24"/>
      <w:szCs w:val="24"/>
    </w:rPr>
  </w:style>
  <w:style w:type="table" w:styleId="Kontuurtabel">
    <w:name w:val="Table Grid"/>
    <w:basedOn w:val="Normaaltabel"/>
    <w:uiPriority w:val="59"/>
    <w:rsid w:val="00214855"/>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1865D2"/>
    <w:rPr>
      <w:rFonts w:ascii="Tahoma" w:hAnsi="Tahoma" w:cs="Tahoma"/>
      <w:sz w:val="16"/>
      <w:szCs w:val="16"/>
    </w:rPr>
  </w:style>
  <w:style w:type="character" w:customStyle="1" w:styleId="JutumullitekstMrk">
    <w:name w:val="Jutumullitekst Märk"/>
    <w:basedOn w:val="Liguvaikefont"/>
    <w:link w:val="Jutumullitekst"/>
    <w:uiPriority w:val="99"/>
    <w:semiHidden/>
    <w:rsid w:val="001865D2"/>
    <w:rPr>
      <w:rFonts w:ascii="Tahoma" w:eastAsia="Times New Roman" w:hAnsi="Tahoma" w:cs="Tahoma"/>
      <w:spacing w:val="-20"/>
      <w:sz w:val="16"/>
      <w:szCs w:val="16"/>
    </w:rPr>
  </w:style>
  <w:style w:type="character" w:styleId="Kommentaariviide">
    <w:name w:val="annotation reference"/>
    <w:uiPriority w:val="99"/>
    <w:rsid w:val="001865D2"/>
    <w:rPr>
      <w:sz w:val="16"/>
      <w:szCs w:val="16"/>
    </w:rPr>
  </w:style>
  <w:style w:type="paragraph" w:styleId="Kommentaaritekst">
    <w:name w:val="annotation text"/>
    <w:basedOn w:val="Normaallaad"/>
    <w:link w:val="KommentaaritekstMrk"/>
    <w:uiPriority w:val="99"/>
    <w:rsid w:val="001865D2"/>
    <w:rPr>
      <w:sz w:val="20"/>
      <w:szCs w:val="20"/>
    </w:rPr>
  </w:style>
  <w:style w:type="character" w:customStyle="1" w:styleId="KommentaaritekstMrk">
    <w:name w:val="Kommentaari tekst Märk"/>
    <w:basedOn w:val="Liguvaikefont"/>
    <w:link w:val="Kommentaaritekst"/>
    <w:uiPriority w:val="99"/>
    <w:rsid w:val="001865D2"/>
    <w:rPr>
      <w:rFonts w:ascii="Times New Roman" w:eastAsia="Times New Roman" w:hAnsi="Times New Roman" w:cs="Times New Roman"/>
      <w:spacing w:val="-20"/>
      <w:sz w:val="20"/>
      <w:szCs w:val="20"/>
    </w:rPr>
  </w:style>
  <w:style w:type="paragraph" w:styleId="Normaallaadveeb">
    <w:name w:val="Normal (Web)"/>
    <w:basedOn w:val="Normaallaad"/>
    <w:rsid w:val="001865D2"/>
    <w:pPr>
      <w:spacing w:before="100" w:beforeAutospacing="1" w:after="100" w:afterAutospacing="1"/>
    </w:pPr>
    <w:rPr>
      <w:spacing w:val="0"/>
      <w:lang w:val="en-GB"/>
    </w:rPr>
  </w:style>
  <w:style w:type="paragraph" w:customStyle="1" w:styleId="Pealkiri110">
    <w:name w:val="Pealkiri 11"/>
    <w:basedOn w:val="Normaallaad"/>
    <w:rsid w:val="00E42046"/>
    <w:pPr>
      <w:numPr>
        <w:numId w:val="1"/>
      </w:numPr>
    </w:pPr>
  </w:style>
  <w:style w:type="paragraph" w:customStyle="1" w:styleId="Pealkiri210">
    <w:name w:val="Pealkiri 21"/>
    <w:basedOn w:val="Normaallaad"/>
    <w:rsid w:val="00E42046"/>
    <w:pPr>
      <w:numPr>
        <w:ilvl w:val="1"/>
        <w:numId w:val="1"/>
      </w:numPr>
    </w:pPr>
  </w:style>
  <w:style w:type="paragraph" w:customStyle="1" w:styleId="Pealkiri310">
    <w:name w:val="Pealkiri 31"/>
    <w:basedOn w:val="Normaallaad"/>
    <w:rsid w:val="00E42046"/>
    <w:pPr>
      <w:numPr>
        <w:ilvl w:val="2"/>
        <w:numId w:val="1"/>
      </w:numPr>
    </w:pPr>
  </w:style>
  <w:style w:type="paragraph" w:customStyle="1" w:styleId="Pealkiri410">
    <w:name w:val="Pealkiri 41"/>
    <w:basedOn w:val="Normaallaad"/>
    <w:rsid w:val="00E42046"/>
    <w:pPr>
      <w:numPr>
        <w:ilvl w:val="3"/>
        <w:numId w:val="1"/>
      </w:numPr>
    </w:pPr>
  </w:style>
  <w:style w:type="paragraph" w:customStyle="1" w:styleId="Pealkiri510">
    <w:name w:val="Pealkiri 51"/>
    <w:basedOn w:val="Normaallaad"/>
    <w:rsid w:val="00E42046"/>
    <w:pPr>
      <w:numPr>
        <w:ilvl w:val="4"/>
        <w:numId w:val="1"/>
      </w:numPr>
    </w:pPr>
  </w:style>
  <w:style w:type="paragraph" w:customStyle="1" w:styleId="Pealkiri610">
    <w:name w:val="Pealkiri 61"/>
    <w:basedOn w:val="Normaallaad"/>
    <w:rsid w:val="00E42046"/>
    <w:pPr>
      <w:numPr>
        <w:ilvl w:val="5"/>
        <w:numId w:val="1"/>
      </w:numPr>
    </w:pPr>
  </w:style>
  <w:style w:type="paragraph" w:customStyle="1" w:styleId="Pealkiri710">
    <w:name w:val="Pealkiri 71"/>
    <w:basedOn w:val="Normaallaad"/>
    <w:rsid w:val="00E42046"/>
    <w:pPr>
      <w:numPr>
        <w:ilvl w:val="6"/>
        <w:numId w:val="1"/>
      </w:numPr>
    </w:pPr>
  </w:style>
  <w:style w:type="paragraph" w:customStyle="1" w:styleId="Pealkiri810">
    <w:name w:val="Pealkiri 81"/>
    <w:basedOn w:val="Normaallaad"/>
    <w:rsid w:val="00E42046"/>
    <w:pPr>
      <w:numPr>
        <w:ilvl w:val="7"/>
        <w:numId w:val="1"/>
      </w:numPr>
    </w:pPr>
  </w:style>
  <w:style w:type="paragraph" w:customStyle="1" w:styleId="Pealkiri910">
    <w:name w:val="Pealkiri 91"/>
    <w:basedOn w:val="Normaallaad"/>
    <w:rsid w:val="00E42046"/>
    <w:pPr>
      <w:numPr>
        <w:ilvl w:val="8"/>
        <w:numId w:val="1"/>
      </w:numPr>
    </w:pPr>
  </w:style>
  <w:style w:type="paragraph" w:customStyle="1" w:styleId="ige">
    <w:name w:val="Õige"/>
    <w:basedOn w:val="Pealkiri210"/>
    <w:qFormat/>
    <w:rsid w:val="00C338B2"/>
    <w:rPr>
      <w:spacing w:val="0"/>
      <w:szCs w:val="18"/>
    </w:rPr>
  </w:style>
  <w:style w:type="paragraph" w:customStyle="1" w:styleId="Pealkiri11">
    <w:name w:val="Pealkiri 11"/>
    <w:basedOn w:val="Normaallaad"/>
    <w:rsid w:val="00CE5281"/>
    <w:pPr>
      <w:numPr>
        <w:numId w:val="14"/>
      </w:numPr>
    </w:pPr>
  </w:style>
  <w:style w:type="paragraph" w:customStyle="1" w:styleId="Pealkiri21">
    <w:name w:val="Pealkiri 21"/>
    <w:basedOn w:val="Normaallaad"/>
    <w:link w:val="Pealkiri2Char"/>
    <w:rsid w:val="00CE5281"/>
    <w:pPr>
      <w:numPr>
        <w:ilvl w:val="1"/>
        <w:numId w:val="14"/>
      </w:numPr>
    </w:pPr>
  </w:style>
  <w:style w:type="paragraph" w:customStyle="1" w:styleId="Pealkiri31">
    <w:name w:val="Pealkiri 31"/>
    <w:basedOn w:val="Normaallaad"/>
    <w:rsid w:val="00CE5281"/>
    <w:pPr>
      <w:numPr>
        <w:ilvl w:val="2"/>
        <w:numId w:val="14"/>
      </w:numPr>
    </w:pPr>
  </w:style>
  <w:style w:type="paragraph" w:customStyle="1" w:styleId="Pealkiri41">
    <w:name w:val="Pealkiri 41"/>
    <w:basedOn w:val="Normaallaad"/>
    <w:rsid w:val="00CE5281"/>
    <w:pPr>
      <w:numPr>
        <w:ilvl w:val="3"/>
        <w:numId w:val="14"/>
      </w:numPr>
    </w:pPr>
  </w:style>
  <w:style w:type="paragraph" w:customStyle="1" w:styleId="Pealkiri51">
    <w:name w:val="Pealkiri 51"/>
    <w:basedOn w:val="Normaallaad"/>
    <w:rsid w:val="00CE5281"/>
    <w:pPr>
      <w:numPr>
        <w:ilvl w:val="4"/>
        <w:numId w:val="14"/>
      </w:numPr>
    </w:pPr>
  </w:style>
  <w:style w:type="paragraph" w:customStyle="1" w:styleId="Pealkiri61">
    <w:name w:val="Pealkiri 61"/>
    <w:basedOn w:val="Normaallaad"/>
    <w:rsid w:val="00CE5281"/>
    <w:pPr>
      <w:numPr>
        <w:ilvl w:val="5"/>
        <w:numId w:val="14"/>
      </w:numPr>
    </w:pPr>
  </w:style>
  <w:style w:type="paragraph" w:customStyle="1" w:styleId="Pealkiri71">
    <w:name w:val="Pealkiri 71"/>
    <w:basedOn w:val="Normaallaad"/>
    <w:rsid w:val="00CE5281"/>
    <w:pPr>
      <w:numPr>
        <w:ilvl w:val="6"/>
        <w:numId w:val="14"/>
      </w:numPr>
    </w:pPr>
  </w:style>
  <w:style w:type="paragraph" w:customStyle="1" w:styleId="Pealkiri81">
    <w:name w:val="Pealkiri 81"/>
    <w:basedOn w:val="Normaallaad"/>
    <w:rsid w:val="00CE5281"/>
    <w:pPr>
      <w:numPr>
        <w:ilvl w:val="7"/>
        <w:numId w:val="14"/>
      </w:numPr>
    </w:pPr>
  </w:style>
  <w:style w:type="paragraph" w:customStyle="1" w:styleId="Pealkiri91">
    <w:name w:val="Pealkiri 91"/>
    <w:basedOn w:val="Normaallaad"/>
    <w:rsid w:val="00CE5281"/>
    <w:pPr>
      <w:numPr>
        <w:ilvl w:val="8"/>
        <w:numId w:val="14"/>
      </w:numPr>
    </w:pPr>
  </w:style>
  <w:style w:type="character" w:customStyle="1" w:styleId="Pealkiri2Char">
    <w:name w:val="Pealkiri 2 Char"/>
    <w:basedOn w:val="Liguvaikefont"/>
    <w:link w:val="Pealkiri21"/>
    <w:rsid w:val="00CE5281"/>
    <w:rPr>
      <w:rFonts w:ascii="Times New Roman" w:eastAsia="Times New Roman" w:hAnsi="Times New Roman" w:cs="Times New Roman"/>
      <w:spacing w:val="-20"/>
      <w:sz w:val="24"/>
      <w:szCs w:val="24"/>
    </w:rPr>
  </w:style>
  <w:style w:type="character" w:styleId="Hperlink">
    <w:name w:val="Hyperlink"/>
    <w:basedOn w:val="Liguvaikefont"/>
    <w:unhideWhenUsed/>
    <w:rsid w:val="006D7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peiker\Downloads\ehitusprojekti%20ekspertiisi%20teostamise%20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A8057DE9C74925A2349EE775A7D2CD"/>
        <w:category>
          <w:name w:val="Üldine"/>
          <w:gallery w:val="placeholder"/>
        </w:category>
        <w:types>
          <w:type w:val="bbPlcHdr"/>
        </w:types>
        <w:behaviors>
          <w:behavior w:val="content"/>
        </w:behaviors>
        <w:guid w:val="{BE164D72-E300-4EF3-AE7B-A9E7EFE8E5A3}"/>
      </w:docPartPr>
      <w:docPartBody>
        <w:p w:rsidR="005910A3" w:rsidRDefault="005910A3">
          <w:pPr>
            <w:pStyle w:val="ADA8057DE9C74925A2349EE775A7D2CD"/>
          </w:pPr>
          <w:r w:rsidRPr="00BE118B">
            <w:rPr>
              <w:rStyle w:val="Kohatitetekst"/>
            </w:rPr>
            <w:t>Click here to enter a date.</w:t>
          </w:r>
        </w:p>
      </w:docPartBody>
    </w:docPart>
    <w:docPart>
      <w:docPartPr>
        <w:name w:val="327DE0A16FA34F12A32BB09CCB9C0E66"/>
        <w:category>
          <w:name w:val="Üldine"/>
          <w:gallery w:val="placeholder"/>
        </w:category>
        <w:types>
          <w:type w:val="bbPlcHdr"/>
        </w:types>
        <w:behaviors>
          <w:behavior w:val="content"/>
        </w:behaviors>
        <w:guid w:val="{B5B5CC16-7BF5-41EF-B7F5-D8CDDB994D9B}"/>
      </w:docPartPr>
      <w:docPartBody>
        <w:p w:rsidR="005910A3" w:rsidRDefault="005910A3">
          <w:pPr>
            <w:pStyle w:val="327DE0A16FA34F12A32BB09CCB9C0E66"/>
          </w:pPr>
          <w:r w:rsidRPr="00BE118B">
            <w:rPr>
              <w:rStyle w:val="Kohatitetekst"/>
            </w:rPr>
            <w:t>Choose an item.</w:t>
          </w:r>
        </w:p>
      </w:docPartBody>
    </w:docPart>
    <w:docPart>
      <w:docPartPr>
        <w:name w:val="4F259A5BA56F4C159B27A1067CD2959E"/>
        <w:category>
          <w:name w:val="Üldine"/>
          <w:gallery w:val="placeholder"/>
        </w:category>
        <w:types>
          <w:type w:val="bbPlcHdr"/>
        </w:types>
        <w:behaviors>
          <w:behavior w:val="content"/>
        </w:behaviors>
        <w:guid w:val="{2469D964-BB85-425D-ADBC-D7FE10B6BAC7}"/>
      </w:docPartPr>
      <w:docPartBody>
        <w:p w:rsidR="005910A3" w:rsidRDefault="005910A3">
          <w:pPr>
            <w:pStyle w:val="4F259A5BA56F4C159B27A1067CD2959E"/>
          </w:pPr>
          <w:r w:rsidRPr="00BE118B">
            <w:rPr>
              <w:rStyle w:val="Kohatitetekst"/>
            </w:rPr>
            <w:t>Click here to enter a date.</w:t>
          </w:r>
        </w:p>
      </w:docPartBody>
    </w:docPart>
    <w:docPart>
      <w:docPartPr>
        <w:name w:val="0305B4C00E53464D82369AD8015A659C"/>
        <w:category>
          <w:name w:val="Üldine"/>
          <w:gallery w:val="placeholder"/>
        </w:category>
        <w:types>
          <w:type w:val="bbPlcHdr"/>
        </w:types>
        <w:behaviors>
          <w:behavior w:val="content"/>
        </w:behaviors>
        <w:guid w:val="{1B024EC9-6476-4F9D-9CE4-BE10F1132207}"/>
      </w:docPartPr>
      <w:docPartBody>
        <w:p w:rsidR="005910A3" w:rsidRDefault="005910A3">
          <w:pPr>
            <w:pStyle w:val="0305B4C00E53464D82369AD8015A659C"/>
          </w:pPr>
          <w:r w:rsidRPr="00BE118B">
            <w:rPr>
              <w:rStyle w:val="Kohatitetekst"/>
            </w:rPr>
            <w:t>Choose an item.</w:t>
          </w:r>
        </w:p>
      </w:docPartBody>
    </w:docPart>
    <w:docPart>
      <w:docPartPr>
        <w:name w:val="5BE6CBFBB03A4E43A073B9F0147D4BB4"/>
        <w:category>
          <w:name w:val="Üldine"/>
          <w:gallery w:val="placeholder"/>
        </w:category>
        <w:types>
          <w:type w:val="bbPlcHdr"/>
        </w:types>
        <w:behaviors>
          <w:behavior w:val="content"/>
        </w:behaviors>
        <w:guid w:val="{E60BEC3C-BAD8-46DD-A887-47096E229282}"/>
      </w:docPartPr>
      <w:docPartBody>
        <w:p w:rsidR="005910A3" w:rsidRDefault="005910A3">
          <w:pPr>
            <w:pStyle w:val="5BE6CBFBB03A4E43A073B9F0147D4BB4"/>
          </w:pPr>
          <w:r w:rsidRPr="00BE118B">
            <w:rPr>
              <w:rStyle w:val="Kohatitetekst"/>
            </w:rPr>
            <w:t>Choose an item.</w:t>
          </w:r>
        </w:p>
      </w:docPartBody>
    </w:docPart>
    <w:docPart>
      <w:docPartPr>
        <w:name w:val="397775E715FD43E28BE5339555CF6196"/>
        <w:category>
          <w:name w:val="Üldine"/>
          <w:gallery w:val="placeholder"/>
        </w:category>
        <w:types>
          <w:type w:val="bbPlcHdr"/>
        </w:types>
        <w:behaviors>
          <w:behavior w:val="content"/>
        </w:behaviors>
        <w:guid w:val="{EF0F3B2A-84B8-4F69-A95F-113C8D1DC3BE}"/>
      </w:docPartPr>
      <w:docPartBody>
        <w:p w:rsidR="005910A3" w:rsidRDefault="005910A3">
          <w:pPr>
            <w:pStyle w:val="397775E715FD43E28BE5339555CF6196"/>
          </w:pPr>
          <w:r w:rsidRPr="00BE118B">
            <w:rPr>
              <w:rStyle w:val="Kohatitetekst"/>
            </w:rPr>
            <w:t>Click here to enter a date.</w:t>
          </w:r>
        </w:p>
      </w:docPartBody>
    </w:docPart>
    <w:docPart>
      <w:docPartPr>
        <w:name w:val="090940981C3D40D38A584795E870C2A3"/>
        <w:category>
          <w:name w:val="Üldine"/>
          <w:gallery w:val="placeholder"/>
        </w:category>
        <w:types>
          <w:type w:val="bbPlcHdr"/>
        </w:types>
        <w:behaviors>
          <w:behavior w:val="content"/>
        </w:behaviors>
        <w:guid w:val="{CF0EBC9B-EDA4-4E1E-BDF2-7389A0E28D40}"/>
      </w:docPartPr>
      <w:docPartBody>
        <w:p w:rsidR="005910A3" w:rsidRDefault="005910A3">
          <w:pPr>
            <w:pStyle w:val="090940981C3D40D38A584795E870C2A3"/>
          </w:pPr>
          <w:r w:rsidRPr="00BE118B">
            <w:rPr>
              <w:rStyle w:val="Kohatitetekst"/>
            </w:rPr>
            <w:t>Click here to enter a date.</w:t>
          </w:r>
        </w:p>
      </w:docPartBody>
    </w:docPart>
    <w:docPart>
      <w:docPartPr>
        <w:name w:val="14C3DB5CAC124A88BD67769FC272D6B0"/>
        <w:category>
          <w:name w:val="Üldine"/>
          <w:gallery w:val="placeholder"/>
        </w:category>
        <w:types>
          <w:type w:val="bbPlcHdr"/>
        </w:types>
        <w:behaviors>
          <w:behavior w:val="content"/>
        </w:behaviors>
        <w:guid w:val="{8C80FACC-1FB5-4B61-B0E7-A1262BF74B4C}"/>
      </w:docPartPr>
      <w:docPartBody>
        <w:p w:rsidR="005910A3" w:rsidRDefault="005910A3">
          <w:pPr>
            <w:pStyle w:val="14C3DB5CAC124A88BD67769FC272D6B0"/>
          </w:pPr>
          <w:r>
            <w:rPr>
              <w:rStyle w:val="Kohatitetekst"/>
            </w:rPr>
            <w:t>Choose an item.</w:t>
          </w:r>
        </w:p>
      </w:docPartBody>
    </w:docPart>
    <w:docPart>
      <w:docPartPr>
        <w:name w:val="115F3C93C10C4078A4D31EFEC0726C78"/>
        <w:category>
          <w:name w:val="Üldine"/>
          <w:gallery w:val="placeholder"/>
        </w:category>
        <w:types>
          <w:type w:val="bbPlcHdr"/>
        </w:types>
        <w:behaviors>
          <w:behavior w:val="content"/>
        </w:behaviors>
        <w:guid w:val="{997782B8-7DEA-46D7-86A5-E3EE821CA7AD}"/>
      </w:docPartPr>
      <w:docPartBody>
        <w:p w:rsidR="005910A3" w:rsidRDefault="005910A3">
          <w:pPr>
            <w:pStyle w:val="115F3C93C10C4078A4D31EFEC0726C78"/>
          </w:pPr>
          <w:r w:rsidRPr="00BE118B">
            <w:rPr>
              <w:rStyle w:val="Kohatitetekst"/>
            </w:rPr>
            <w:t>Choose an item.</w:t>
          </w:r>
        </w:p>
      </w:docPartBody>
    </w:docPart>
    <w:docPart>
      <w:docPartPr>
        <w:name w:val="E87536AD80AA4ACEB74A503E010CAC09"/>
        <w:category>
          <w:name w:val="Üldine"/>
          <w:gallery w:val="placeholder"/>
        </w:category>
        <w:types>
          <w:type w:val="bbPlcHdr"/>
        </w:types>
        <w:behaviors>
          <w:behavior w:val="content"/>
        </w:behaviors>
        <w:guid w:val="{6BED90C3-1BA6-439D-A796-A4ADC5DFC8B5}"/>
      </w:docPartPr>
      <w:docPartBody>
        <w:p w:rsidR="005910A3" w:rsidRDefault="005910A3">
          <w:pPr>
            <w:pStyle w:val="E87536AD80AA4ACEB74A503E010CAC09"/>
          </w:pPr>
          <w:r w:rsidRPr="00BE118B">
            <w:rPr>
              <w:rStyle w:val="Kohatitetekst"/>
            </w:rPr>
            <w:t>Choose an item.</w:t>
          </w:r>
        </w:p>
      </w:docPartBody>
    </w:docPart>
    <w:docPart>
      <w:docPartPr>
        <w:name w:val="E01E1C49D2B54CE39FA06573D10B5C90"/>
        <w:category>
          <w:name w:val="Üldine"/>
          <w:gallery w:val="placeholder"/>
        </w:category>
        <w:types>
          <w:type w:val="bbPlcHdr"/>
        </w:types>
        <w:behaviors>
          <w:behavior w:val="content"/>
        </w:behaviors>
        <w:guid w:val="{BA75E061-DA67-4846-AE44-25072DB7C059}"/>
      </w:docPartPr>
      <w:docPartBody>
        <w:p w:rsidR="005910A3" w:rsidRDefault="005910A3" w:rsidP="005910A3">
          <w:pPr>
            <w:pStyle w:val="E01E1C49D2B54CE39FA06573D10B5C90"/>
          </w:pPr>
          <w:r w:rsidRPr="00BE118B">
            <w:rPr>
              <w:rStyle w:val="Kohatitetekst"/>
            </w:rPr>
            <w:t>Click here to enter a date.</w:t>
          </w:r>
        </w:p>
      </w:docPartBody>
    </w:docPart>
    <w:docPart>
      <w:docPartPr>
        <w:name w:val="76FC141EF6D541EDA497BF3BA0C08B77"/>
        <w:category>
          <w:name w:val="Üldine"/>
          <w:gallery w:val="placeholder"/>
        </w:category>
        <w:types>
          <w:type w:val="bbPlcHdr"/>
        </w:types>
        <w:behaviors>
          <w:behavior w:val="content"/>
        </w:behaviors>
        <w:guid w:val="{C7DA7812-52C9-4458-9947-6A582BE9BB6B}"/>
      </w:docPartPr>
      <w:docPartBody>
        <w:p w:rsidR="005910A3" w:rsidRDefault="005910A3" w:rsidP="005910A3">
          <w:pPr>
            <w:pStyle w:val="76FC141EF6D541EDA497BF3BA0C08B77"/>
          </w:pPr>
          <w:r w:rsidRPr="00BE118B">
            <w:rPr>
              <w:rStyle w:val="Kohatitetekst"/>
            </w:rPr>
            <w:t>Click here to enter a date.</w:t>
          </w:r>
        </w:p>
      </w:docPartBody>
    </w:docPart>
    <w:docPart>
      <w:docPartPr>
        <w:name w:val="E156F1CD7EE7492E81E9BB03C4726D60"/>
        <w:category>
          <w:name w:val="Üldine"/>
          <w:gallery w:val="placeholder"/>
        </w:category>
        <w:types>
          <w:type w:val="bbPlcHdr"/>
        </w:types>
        <w:behaviors>
          <w:behavior w:val="content"/>
        </w:behaviors>
        <w:guid w:val="{59A952A8-2A07-4F64-A6BF-00D6623A19AF}"/>
      </w:docPartPr>
      <w:docPartBody>
        <w:p w:rsidR="005910A3" w:rsidRDefault="005910A3" w:rsidP="005910A3">
          <w:pPr>
            <w:pStyle w:val="E156F1CD7EE7492E81E9BB03C4726D60"/>
          </w:pPr>
          <w:r w:rsidRPr="00BE118B">
            <w:rPr>
              <w:rStyle w:val="Kohatitetekst"/>
            </w:rPr>
            <w:t>Choose an item.</w:t>
          </w:r>
        </w:p>
      </w:docPartBody>
    </w:docPart>
    <w:docPart>
      <w:docPartPr>
        <w:name w:val="90D49E887EEB417BB1494851BDBDCBE3"/>
        <w:category>
          <w:name w:val="Üldine"/>
          <w:gallery w:val="placeholder"/>
        </w:category>
        <w:types>
          <w:type w:val="bbPlcHdr"/>
        </w:types>
        <w:behaviors>
          <w:behavior w:val="content"/>
        </w:behaviors>
        <w:guid w:val="{D2C38AFA-76AA-49FD-9394-F90591EE24EE}"/>
      </w:docPartPr>
      <w:docPartBody>
        <w:p w:rsidR="005910A3" w:rsidRDefault="005910A3" w:rsidP="005910A3">
          <w:pPr>
            <w:pStyle w:val="90D49E887EEB417BB1494851BDBDCBE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B65"/>
    <w:rsid w:val="001E46C1"/>
    <w:rsid w:val="005910A3"/>
    <w:rsid w:val="00656B65"/>
    <w:rsid w:val="00A45A5A"/>
    <w:rsid w:val="00D35C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910A3"/>
    <w:rPr>
      <w:color w:val="808080"/>
    </w:rPr>
  </w:style>
  <w:style w:type="paragraph" w:customStyle="1" w:styleId="ADA8057DE9C74925A2349EE775A7D2CD">
    <w:name w:val="ADA8057DE9C74925A2349EE775A7D2CD"/>
  </w:style>
  <w:style w:type="paragraph" w:customStyle="1" w:styleId="327DE0A16FA34F12A32BB09CCB9C0E66">
    <w:name w:val="327DE0A16FA34F12A32BB09CCB9C0E66"/>
  </w:style>
  <w:style w:type="paragraph" w:customStyle="1" w:styleId="4F259A5BA56F4C159B27A1067CD2959E">
    <w:name w:val="4F259A5BA56F4C159B27A1067CD2959E"/>
  </w:style>
  <w:style w:type="paragraph" w:customStyle="1" w:styleId="0305B4C00E53464D82369AD8015A659C">
    <w:name w:val="0305B4C00E53464D82369AD8015A659C"/>
  </w:style>
  <w:style w:type="paragraph" w:customStyle="1" w:styleId="5BE6CBFBB03A4E43A073B9F0147D4BB4">
    <w:name w:val="5BE6CBFBB03A4E43A073B9F0147D4BB4"/>
  </w:style>
  <w:style w:type="paragraph" w:customStyle="1" w:styleId="397775E715FD43E28BE5339555CF6196">
    <w:name w:val="397775E715FD43E28BE5339555CF6196"/>
  </w:style>
  <w:style w:type="paragraph" w:customStyle="1" w:styleId="090940981C3D40D38A584795E870C2A3">
    <w:name w:val="090940981C3D40D38A584795E870C2A3"/>
  </w:style>
  <w:style w:type="paragraph" w:customStyle="1" w:styleId="14C3DB5CAC124A88BD67769FC272D6B0">
    <w:name w:val="14C3DB5CAC124A88BD67769FC272D6B0"/>
  </w:style>
  <w:style w:type="paragraph" w:customStyle="1" w:styleId="115F3C93C10C4078A4D31EFEC0726C78">
    <w:name w:val="115F3C93C10C4078A4D31EFEC0726C78"/>
  </w:style>
  <w:style w:type="paragraph" w:customStyle="1" w:styleId="E87536AD80AA4ACEB74A503E010CAC09">
    <w:name w:val="E87536AD80AA4ACEB74A503E010CAC09"/>
  </w:style>
  <w:style w:type="paragraph" w:customStyle="1" w:styleId="E01E1C49D2B54CE39FA06573D10B5C90">
    <w:name w:val="E01E1C49D2B54CE39FA06573D10B5C90"/>
    <w:rsid w:val="005910A3"/>
  </w:style>
  <w:style w:type="paragraph" w:customStyle="1" w:styleId="76FC141EF6D541EDA497BF3BA0C08B77">
    <w:name w:val="76FC141EF6D541EDA497BF3BA0C08B77"/>
    <w:rsid w:val="005910A3"/>
  </w:style>
  <w:style w:type="paragraph" w:customStyle="1" w:styleId="E156F1CD7EE7492E81E9BB03C4726D60">
    <w:name w:val="E156F1CD7EE7492E81E9BB03C4726D60"/>
    <w:rsid w:val="005910A3"/>
  </w:style>
  <w:style w:type="paragraph" w:customStyle="1" w:styleId="90D49E887EEB417BB1494851BDBDCBE3">
    <w:name w:val="90D49E887EEB417BB1494851BDBDCBE3"/>
    <w:rsid w:val="005910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5B96A-16B8-419D-BFC5-91284C142B8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ehitusprojekti ekspertiisi teostamise leping ak märkega</Template>
  <TotalTime>16</TotalTime>
  <Pages>7</Pages>
  <Words>2436</Words>
  <Characters>14132</Characters>
  <Application>Microsoft Office Word</Application>
  <DocSecurity>0</DocSecurity>
  <Lines>117</Lines>
  <Paragraphs>33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Helbe Peiker</dc:creator>
  <cp:lastModifiedBy>Helbe Peiker</cp:lastModifiedBy>
  <cp:revision>23</cp:revision>
  <dcterms:created xsi:type="dcterms:W3CDTF">2025-02-12T13:40:00Z</dcterms:created>
  <dcterms:modified xsi:type="dcterms:W3CDTF">2025-02-13T09:55:00Z</dcterms:modified>
</cp:coreProperties>
</file>